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3900E" w14:textId="09F73B84" w:rsidR="00FE5643" w:rsidRPr="00F60D40" w:rsidRDefault="00257F70" w:rsidP="004C73D8">
      <w:pPr>
        <w:pStyle w:val="Titel"/>
      </w:pPr>
      <w:r>
        <w:t>Richtiges ablegen der Vorlagen für MAC OS</w:t>
      </w:r>
    </w:p>
    <w:p w14:paraId="64DA5701" w14:textId="3AFE0D11" w:rsidR="004C73D8" w:rsidRDefault="00257F70" w:rsidP="004C73D8">
      <w:pPr>
        <w:pStyle w:val="Untertitel"/>
      </w:pPr>
      <w:r>
        <w:t xml:space="preserve">Installationsanleitung </w:t>
      </w:r>
    </w:p>
    <w:p w14:paraId="2748AD30" w14:textId="6A51AEC8" w:rsidR="000077C5" w:rsidRDefault="00257F70" w:rsidP="000077C5">
      <w:pPr>
        <w:rPr>
          <w:rFonts w:eastAsia="Times New Roman"/>
        </w:rPr>
      </w:pPr>
      <w:r>
        <w:rPr>
          <w:rFonts w:eastAsia="Times New Roman"/>
        </w:rPr>
        <w:t xml:space="preserve">Zur vereinfachten Nutzung der Vorlagen sollten diese auf dem Mac installiert werden. Das schließt eine richtige Ablage der beigefügten Dokumente ein. </w:t>
      </w:r>
    </w:p>
    <w:p w14:paraId="728252FD" w14:textId="0EBAE684" w:rsidR="00257F70" w:rsidRDefault="00257F70" w:rsidP="000077C5">
      <w:pPr>
        <w:rPr>
          <w:rFonts w:eastAsia="Times New Roman"/>
        </w:rPr>
      </w:pPr>
      <w:r>
        <w:rPr>
          <w:rFonts w:eastAsia="Times New Roman"/>
        </w:rPr>
        <w:t xml:space="preserve">Eine Installation als Vorlage macht es im Gebrauch einfach immer wieder ein Dokument aus „Neu aus Vorlage“ zu öffnen, was die Konsistenz und eine vereinfachte Arbeitsweise </w:t>
      </w:r>
      <w:proofErr w:type="gramStart"/>
      <w:r>
        <w:rPr>
          <w:rFonts w:eastAsia="Times New Roman"/>
        </w:rPr>
        <w:t>ermöglicht</w:t>
      </w:r>
      <w:proofErr w:type="gramEnd"/>
      <w:r>
        <w:rPr>
          <w:rFonts w:eastAsia="Times New Roman"/>
        </w:rPr>
        <w:t>.</w:t>
      </w:r>
    </w:p>
    <w:p w14:paraId="5E3D3CE2" w14:textId="68E93649" w:rsidR="00C9776F" w:rsidRPr="00C9776F" w:rsidRDefault="00C9776F" w:rsidP="00C9776F">
      <w:pPr>
        <w:pStyle w:val="Infobox"/>
      </w:pPr>
      <w:r w:rsidRPr="00C9776F">
        <w:t xml:space="preserve">Der Ordner </w:t>
      </w:r>
      <w:r w:rsidRPr="00C9776F">
        <w:rPr>
          <w:rStyle w:val="Fett"/>
        </w:rPr>
        <w:t>User Content</w:t>
      </w:r>
      <w:r w:rsidRPr="00C9776F">
        <w:rPr>
          <w:b/>
          <w:bCs/>
        </w:rPr>
        <w:t xml:space="preserve"> </w:t>
      </w:r>
      <w:r w:rsidRPr="00C9776F">
        <w:t>den ihr unter</w:t>
      </w:r>
      <w:r w:rsidRPr="00C9776F">
        <w:rPr>
          <w:b/>
          <w:bCs/>
        </w:rPr>
        <w:t xml:space="preserve"> </w:t>
      </w:r>
      <w:r w:rsidRPr="00C9776F">
        <w:rPr>
          <w:rStyle w:val="Fett"/>
        </w:rPr>
        <w:t>Library</w:t>
      </w:r>
      <w:r w:rsidRPr="00C9776F">
        <w:rPr>
          <w:rStyle w:val="Fett"/>
        </w:rPr>
        <w:t xml:space="preserve"> -&gt; </w:t>
      </w:r>
      <w:r w:rsidRPr="00C9776F">
        <w:rPr>
          <w:rStyle w:val="Fett"/>
        </w:rPr>
        <w:t>Group Containers -&gt; UBF8T346G9.Office</w:t>
      </w:r>
      <w:r w:rsidRPr="00C9776F">
        <w:rPr>
          <w:b/>
          <w:bCs/>
        </w:rPr>
        <w:t xml:space="preserve"> </w:t>
      </w:r>
      <w:r w:rsidRPr="00C9776F">
        <w:t xml:space="preserve">findet wird für alle Installationen rund um Microsoft gebraucht. </w:t>
      </w:r>
      <w:r>
        <w:t xml:space="preserve">Also wenn ihr dort einmal seid, könnt ihr alle Installationen in einem durchlauf machen. </w:t>
      </w:r>
    </w:p>
    <w:p w14:paraId="096C7002" w14:textId="33BD24D6" w:rsidR="00257F70" w:rsidRPr="00C9776F" w:rsidRDefault="00257F70" w:rsidP="00C9776F">
      <w:pPr>
        <w:pStyle w:val="berschrift1"/>
        <w:rPr>
          <w:rStyle w:val="IntensiveHervorhebung"/>
        </w:rPr>
      </w:pPr>
      <w:r w:rsidRPr="00C9776F">
        <w:rPr>
          <w:rStyle w:val="IntensiveHervorhebung"/>
        </w:rPr>
        <w:lastRenderedPageBreak/>
        <w:t>Installation:</w:t>
      </w:r>
      <w:r w:rsidR="000077C5" w:rsidRPr="00C9776F">
        <w:rPr>
          <w:rStyle w:val="IntensiveHervorhebung"/>
        </w:rPr>
        <w:t xml:space="preserve"> </w:t>
      </w:r>
    </w:p>
    <w:p w14:paraId="493A0521" w14:textId="77777777" w:rsidR="00257F70" w:rsidRPr="00257F70" w:rsidRDefault="00257F70" w:rsidP="00257F70">
      <w:pPr>
        <w:pStyle w:val="berschrift2"/>
      </w:pPr>
      <w:r w:rsidRPr="00257F70">
        <w:t>Vorlagen</w:t>
      </w:r>
    </w:p>
    <w:p w14:paraId="28C79E3B" w14:textId="22C3B66C" w:rsidR="00257F70" w:rsidRPr="00257F70" w:rsidRDefault="00257F70" w:rsidP="00C9776F">
      <w:pPr>
        <w:rPr>
          <w:lang/>
        </w:rPr>
      </w:pPr>
      <w:r w:rsidRPr="00257F70">
        <w:t>Gehe in den Ordner Library auf deinem Mac:</w:t>
      </w:r>
    </w:p>
    <w:p w14:paraId="0D0E0BE3" w14:textId="0CF0AEA2" w:rsidR="00257F70" w:rsidRPr="00257F70" w:rsidRDefault="00257F70" w:rsidP="00257F70">
      <w:pPr>
        <w:pStyle w:val="Aufzhlung"/>
        <w:rPr>
          <w:lang/>
        </w:rPr>
      </w:pPr>
      <w:proofErr w:type="spellStart"/>
      <w:r w:rsidRPr="00257F70">
        <w:rPr>
          <w:lang w:val="en-US"/>
        </w:rPr>
        <w:t>Im</w:t>
      </w:r>
      <w:proofErr w:type="spellEnd"/>
      <w:r w:rsidRPr="00257F70">
        <w:rPr>
          <w:lang w:val="en-US"/>
        </w:rPr>
        <w:t xml:space="preserve"> Finder -&gt; </w:t>
      </w:r>
      <w:proofErr w:type="spellStart"/>
      <w:r w:rsidRPr="00257F70">
        <w:rPr>
          <w:lang w:val="en-US"/>
        </w:rPr>
        <w:t>unter</w:t>
      </w:r>
      <w:proofErr w:type="spellEnd"/>
      <w:r w:rsidRPr="00257F70">
        <w:rPr>
          <w:lang w:val="en-US"/>
        </w:rPr>
        <w:t xml:space="preserve"> </w:t>
      </w:r>
      <w:proofErr w:type="spellStart"/>
      <w:r w:rsidRPr="00257F70">
        <w:rPr>
          <w:b/>
          <w:bCs/>
          <w:lang w:val="en-US"/>
        </w:rPr>
        <w:t>Gehe</w:t>
      </w:r>
      <w:proofErr w:type="spellEnd"/>
      <w:r w:rsidRPr="00257F70">
        <w:rPr>
          <w:b/>
          <w:bCs/>
          <w:lang w:val="en-US"/>
        </w:rPr>
        <w:t xml:space="preserve"> </w:t>
      </w:r>
      <w:proofErr w:type="spellStart"/>
      <w:proofErr w:type="gramStart"/>
      <w:r w:rsidRPr="00257F70">
        <w:rPr>
          <w:b/>
          <w:bCs/>
          <w:lang w:val="en-US"/>
        </w:rPr>
        <w:t>zu</w:t>
      </w:r>
      <w:proofErr w:type="spellEnd"/>
      <w:r w:rsidRPr="00257F70">
        <w:rPr>
          <w:b/>
          <w:bCs/>
          <w:lang w:val="en-US"/>
        </w:rPr>
        <w:t xml:space="preserve"> </w:t>
      </w:r>
      <w:r w:rsidRPr="00257F70">
        <w:rPr>
          <w:lang w:val="en-US"/>
        </w:rPr>
        <w:t>,</w:t>
      </w:r>
      <w:proofErr w:type="gramEnd"/>
      <w:r w:rsidRPr="00257F70">
        <w:rPr>
          <w:lang w:val="en-US"/>
        </w:rPr>
        <w:t xml:space="preserve"> </w:t>
      </w:r>
      <w:r w:rsidRPr="00257F70">
        <w:rPr>
          <w:b/>
          <w:bCs/>
          <w:lang w:val="en-US"/>
        </w:rPr>
        <w:t xml:space="preserve">ALT Taste </w:t>
      </w:r>
      <w:proofErr w:type="spellStart"/>
      <w:r w:rsidRPr="00257F70">
        <w:rPr>
          <w:b/>
          <w:bCs/>
          <w:lang w:val="en-US"/>
        </w:rPr>
        <w:t>drücken</w:t>
      </w:r>
      <w:proofErr w:type="spellEnd"/>
      <w:r w:rsidRPr="00257F70">
        <w:rPr>
          <w:b/>
          <w:bCs/>
          <w:lang w:val="en-US"/>
        </w:rPr>
        <w:t xml:space="preserve"> </w:t>
      </w:r>
      <w:r w:rsidRPr="00257F70">
        <w:rPr>
          <w:lang w:val="en-US"/>
        </w:rPr>
        <w:t xml:space="preserve">-&gt; </w:t>
      </w:r>
      <w:r w:rsidRPr="00257F70">
        <w:rPr>
          <w:b/>
          <w:bCs/>
          <w:lang w:val="en-US"/>
        </w:rPr>
        <w:t>Library</w:t>
      </w:r>
      <w:r w:rsidRPr="00257F70">
        <w:rPr>
          <w:lang w:val="en-US"/>
        </w:rPr>
        <w:t xml:space="preserve"> </w:t>
      </w:r>
      <w:proofErr w:type="spellStart"/>
      <w:r w:rsidRPr="00257F70">
        <w:rPr>
          <w:lang w:val="en-US"/>
        </w:rPr>
        <w:t>auswählen</w:t>
      </w:r>
      <w:proofErr w:type="spellEnd"/>
    </w:p>
    <w:p w14:paraId="6EEABDC2" w14:textId="4CE72D7F" w:rsidR="00257F70" w:rsidRPr="00257F70" w:rsidRDefault="00257F70" w:rsidP="00257F70">
      <w:pPr>
        <w:pStyle w:val="Aufzhlung"/>
        <w:rPr>
          <w:lang/>
        </w:rPr>
      </w:pPr>
      <w:r w:rsidRPr="00C9776F">
        <w:t xml:space="preserve">Wähle den Ordner: </w:t>
      </w:r>
      <w:r w:rsidRPr="00C9776F">
        <w:rPr>
          <w:b/>
          <w:bCs/>
        </w:rPr>
        <w:t xml:space="preserve">Group Containers -&gt; UBF8T346G9.Office -&gt;User Content -&gt; </w:t>
      </w:r>
      <w:r w:rsidR="00C9776F" w:rsidRPr="00C9776F">
        <w:rPr>
          <w:b/>
          <w:bCs/>
        </w:rPr>
        <w:t>Vorlagen</w:t>
      </w:r>
    </w:p>
    <w:p w14:paraId="3E7EA174" w14:textId="2398E36D" w:rsidR="00257F70" w:rsidRPr="00257F70" w:rsidRDefault="00257F70" w:rsidP="00257F70">
      <w:pPr>
        <w:pStyle w:val="Aufzhlung"/>
        <w:rPr>
          <w:lang/>
        </w:rPr>
      </w:pPr>
      <w:r w:rsidRPr="00257F70">
        <w:rPr>
          <w:lang/>
        </w:rPr>
        <w:t>Ziehe die Dateien in den Ordner rein</w:t>
      </w:r>
      <w:r w:rsidR="00C9776F">
        <w:t xml:space="preserve"> </w:t>
      </w:r>
      <w:r w:rsidR="00C9776F" w:rsidRPr="00C9776F">
        <w:rPr>
          <w:rStyle w:val="Hervorhebung"/>
        </w:rPr>
        <w:t>(in diesem Ordner liegen auch die</w:t>
      </w:r>
      <w:r w:rsidR="00C9776F">
        <w:rPr>
          <w:rStyle w:val="Hervorhebung"/>
        </w:rPr>
        <w:t xml:space="preserve"> </w:t>
      </w:r>
      <w:r w:rsidR="00C9776F" w:rsidRPr="00C9776F">
        <w:rPr>
          <w:rStyle w:val="Hervorhebung"/>
        </w:rPr>
        <w:t>.</w:t>
      </w:r>
      <w:proofErr w:type="spellStart"/>
      <w:r w:rsidR="00C9776F" w:rsidRPr="00C9776F">
        <w:rPr>
          <w:rStyle w:val="Hervorhebung"/>
        </w:rPr>
        <w:t>potx</w:t>
      </w:r>
      <w:proofErr w:type="spellEnd"/>
      <w:r w:rsidR="00C9776F" w:rsidRPr="00C9776F">
        <w:rPr>
          <w:rStyle w:val="Hervorhebung"/>
        </w:rPr>
        <w:t xml:space="preserve"> Vorlagen)</w:t>
      </w:r>
      <w:r w:rsidRPr="00257F70">
        <w:rPr>
          <w:lang/>
        </w:rPr>
        <w:t xml:space="preserve">: </w:t>
      </w:r>
      <w:r w:rsidRPr="00257F70">
        <w:rPr>
          <w:lang/>
        </w:rPr>
        <w:br/>
      </w:r>
      <w:r w:rsidR="00C9776F" w:rsidRPr="00C9776F">
        <w:rPr>
          <w:lang/>
        </w:rPr>
        <w:t xml:space="preserve">A_Allgemeine-Dokumentenvorlage_valantic_20230901.dotx A_Konzeptvorlage_valantic_20230901.dotx </w:t>
      </w:r>
      <w:r w:rsidR="00C9776F">
        <w:rPr>
          <w:lang/>
        </w:rPr>
        <w:br/>
      </w:r>
      <w:r w:rsidR="00C9776F" w:rsidRPr="00C9776F">
        <w:rPr>
          <w:lang/>
        </w:rPr>
        <w:t xml:space="preserve">B_Allgemeine-Dokumentenvorlage_valantic_20230901.dotx B_Konzeptvorlage_valantic_20230901.dotx </w:t>
      </w:r>
      <w:r w:rsidR="00C9776F">
        <w:rPr>
          <w:lang/>
        </w:rPr>
        <w:br/>
      </w:r>
      <w:r w:rsidR="00C9776F" w:rsidRPr="00C9776F">
        <w:rPr>
          <w:lang/>
        </w:rPr>
        <w:t xml:space="preserve">Briefvorlage-Logo_valantic_20230901.dotx </w:t>
      </w:r>
      <w:r w:rsidR="00C9776F">
        <w:rPr>
          <w:lang/>
        </w:rPr>
        <w:br/>
      </w:r>
      <w:r w:rsidR="00C9776F" w:rsidRPr="00C9776F">
        <w:rPr>
          <w:lang/>
        </w:rPr>
        <w:t>Briefvorlage-No-Logo_valantic_20230901.dotx</w:t>
      </w:r>
    </w:p>
    <w:p w14:paraId="1B04C139" w14:textId="4664C3CB" w:rsidR="00257F70" w:rsidRPr="00257F70" w:rsidRDefault="00257F70" w:rsidP="00257F70">
      <w:pPr>
        <w:pStyle w:val="Aufzhlung"/>
        <w:rPr>
          <w:lang/>
        </w:rPr>
      </w:pPr>
      <w:r w:rsidRPr="00257F70">
        <w:t xml:space="preserve">Starte das Programm </w:t>
      </w:r>
      <w:r>
        <w:t>Word</w:t>
      </w:r>
      <w:r w:rsidRPr="00257F70">
        <w:t xml:space="preserve"> neu.  </w:t>
      </w:r>
    </w:p>
    <w:p w14:paraId="207578A2" w14:textId="6FFF6C01" w:rsidR="00257F70" w:rsidRPr="00C9776F" w:rsidRDefault="00257F70" w:rsidP="00257F70">
      <w:pPr>
        <w:pStyle w:val="Aufzhlung"/>
        <w:rPr>
          <w:lang/>
        </w:rPr>
      </w:pPr>
      <w:r w:rsidRPr="00257F70">
        <w:rPr>
          <w:lang w:val="en-US"/>
        </w:rPr>
        <w:t xml:space="preserve">Schritt </w:t>
      </w:r>
      <w:r w:rsidR="00C9776F">
        <w:rPr>
          <w:lang w:val="en-US"/>
        </w:rPr>
        <w:t>1</w:t>
      </w:r>
      <w:r w:rsidRPr="00257F70">
        <w:rPr>
          <w:lang w:val="en-US"/>
        </w:rPr>
        <w:t xml:space="preserve"> </w:t>
      </w:r>
      <w:proofErr w:type="spellStart"/>
      <w:r w:rsidRPr="00257F70">
        <w:rPr>
          <w:lang w:val="en-US"/>
        </w:rPr>
        <w:t>ist</w:t>
      </w:r>
      <w:proofErr w:type="spellEnd"/>
      <w:r w:rsidRPr="00257F70">
        <w:rPr>
          <w:lang w:val="en-US"/>
        </w:rPr>
        <w:t xml:space="preserve"> </w:t>
      </w:r>
      <w:proofErr w:type="spellStart"/>
      <w:r w:rsidRPr="00257F70">
        <w:rPr>
          <w:lang w:val="en-US"/>
        </w:rPr>
        <w:t>Fertig</w:t>
      </w:r>
      <w:proofErr w:type="spellEnd"/>
      <w:r w:rsidRPr="00257F70">
        <w:rPr>
          <w:lang w:val="en-US"/>
        </w:rPr>
        <w:t>!</w:t>
      </w:r>
    </w:p>
    <w:p w14:paraId="34F8D278" w14:textId="0DF25C92" w:rsidR="00C9776F" w:rsidRPr="00257F70" w:rsidRDefault="00C9776F" w:rsidP="00C9776F">
      <w:pPr>
        <w:pStyle w:val="berschrift2"/>
      </w:pPr>
      <w:r>
        <w:t>Formatsätze</w:t>
      </w:r>
    </w:p>
    <w:p w14:paraId="571044CE" w14:textId="77777777" w:rsidR="00C9776F" w:rsidRPr="00257F70" w:rsidRDefault="00C9776F" w:rsidP="00C9776F">
      <w:pPr>
        <w:rPr>
          <w:lang/>
        </w:rPr>
      </w:pPr>
      <w:r w:rsidRPr="00257F70">
        <w:t>Gehe in den Ordner Library auf deinem Mac:</w:t>
      </w:r>
    </w:p>
    <w:p w14:paraId="262C7239" w14:textId="77777777" w:rsidR="00C9776F" w:rsidRPr="00257F70" w:rsidRDefault="00C9776F" w:rsidP="00C9776F">
      <w:pPr>
        <w:pStyle w:val="Aufzhlung"/>
        <w:rPr>
          <w:lang/>
        </w:rPr>
      </w:pPr>
      <w:r w:rsidRPr="00C9776F">
        <w:t xml:space="preserve">Im Finder -&gt; unter </w:t>
      </w:r>
      <w:r w:rsidRPr="00C9776F">
        <w:rPr>
          <w:b/>
          <w:bCs/>
        </w:rPr>
        <w:t xml:space="preserve">Gehe </w:t>
      </w:r>
      <w:proofErr w:type="gramStart"/>
      <w:r w:rsidRPr="00C9776F">
        <w:rPr>
          <w:b/>
          <w:bCs/>
        </w:rPr>
        <w:t xml:space="preserve">zu </w:t>
      </w:r>
      <w:r w:rsidRPr="00C9776F">
        <w:t>,</w:t>
      </w:r>
      <w:proofErr w:type="gramEnd"/>
      <w:r w:rsidRPr="00C9776F">
        <w:t xml:space="preserve"> </w:t>
      </w:r>
      <w:r w:rsidRPr="00C9776F">
        <w:rPr>
          <w:b/>
          <w:bCs/>
        </w:rPr>
        <w:t xml:space="preserve">ALT Taste drücken </w:t>
      </w:r>
      <w:r w:rsidRPr="00C9776F">
        <w:t xml:space="preserve">-&gt; </w:t>
      </w:r>
      <w:r w:rsidRPr="00C9776F">
        <w:rPr>
          <w:b/>
          <w:bCs/>
        </w:rPr>
        <w:t>Library</w:t>
      </w:r>
      <w:r w:rsidRPr="00C9776F">
        <w:t xml:space="preserve"> auswählen</w:t>
      </w:r>
    </w:p>
    <w:p w14:paraId="1226B0F4" w14:textId="77777777" w:rsidR="00C9776F" w:rsidRPr="00257F70" w:rsidRDefault="00C9776F" w:rsidP="00C9776F">
      <w:pPr>
        <w:pStyle w:val="Aufzhlung"/>
        <w:rPr>
          <w:lang/>
        </w:rPr>
      </w:pPr>
      <w:r w:rsidRPr="00C9776F">
        <w:t xml:space="preserve">Wähle den Ordner: </w:t>
      </w:r>
      <w:r w:rsidRPr="00C9776F">
        <w:rPr>
          <w:b/>
          <w:bCs/>
        </w:rPr>
        <w:t>Group Containers -&gt; UBF8T346G9.Office -&gt;User Content -&gt; Formatvorlagensätze</w:t>
      </w:r>
    </w:p>
    <w:p w14:paraId="715F359D" w14:textId="77777777" w:rsidR="00C9776F" w:rsidRPr="00257F70" w:rsidRDefault="00C9776F" w:rsidP="00C9776F">
      <w:pPr>
        <w:pStyle w:val="Aufzhlung"/>
        <w:rPr>
          <w:lang/>
        </w:rPr>
      </w:pPr>
      <w:r w:rsidRPr="00257F70">
        <w:rPr>
          <w:lang/>
        </w:rPr>
        <w:t xml:space="preserve">Ziehe die Dateien in den Ordner rein: </w:t>
      </w:r>
      <w:r w:rsidRPr="00257F70">
        <w:rPr>
          <w:lang/>
        </w:rPr>
        <w:br/>
        <w:t xml:space="preserve">Route_A_Concept </w:t>
      </w:r>
      <w:r w:rsidRPr="00257F70">
        <w:rPr>
          <w:lang/>
        </w:rPr>
        <w:br/>
        <w:t xml:space="preserve">Route_B_Concept </w:t>
      </w:r>
      <w:r w:rsidRPr="00257F70">
        <w:rPr>
          <w:lang/>
        </w:rPr>
        <w:br/>
        <w:t xml:space="preserve">Route_B_General-Document </w:t>
      </w:r>
      <w:r w:rsidRPr="00257F70">
        <w:rPr>
          <w:lang/>
        </w:rPr>
        <w:br/>
        <w:t xml:space="preserve">valantic_Briefvorlage </w:t>
      </w:r>
      <w:r w:rsidRPr="00257F70">
        <w:rPr>
          <w:rStyle w:val="Hervorhebung"/>
          <w:lang/>
        </w:rPr>
        <w:t>(</w:t>
      </w:r>
      <w:r w:rsidRPr="00257F70">
        <w:rPr>
          <w:rStyle w:val="Hervorhebung"/>
        </w:rPr>
        <w:t>g</w:t>
      </w:r>
      <w:r w:rsidRPr="00257F70">
        <w:rPr>
          <w:rStyle w:val="Hervorhebung"/>
          <w:lang/>
        </w:rPr>
        <w:t>ilt</w:t>
      </w:r>
      <w:r w:rsidRPr="00257F70">
        <w:rPr>
          <w:rStyle w:val="Hervorhebung"/>
        </w:rPr>
        <w:t xml:space="preserve"> für A und B)</w:t>
      </w:r>
    </w:p>
    <w:p w14:paraId="6C98B1FB" w14:textId="77777777" w:rsidR="00C9776F" w:rsidRPr="00257F70" w:rsidRDefault="00C9776F" w:rsidP="00C9776F">
      <w:pPr>
        <w:pStyle w:val="Aufzhlung"/>
        <w:rPr>
          <w:lang/>
        </w:rPr>
      </w:pPr>
      <w:r w:rsidRPr="00257F70">
        <w:t xml:space="preserve">Starte das Programm </w:t>
      </w:r>
      <w:r>
        <w:t>Word</w:t>
      </w:r>
      <w:r w:rsidRPr="00257F70">
        <w:t xml:space="preserve"> neu.  </w:t>
      </w:r>
    </w:p>
    <w:p w14:paraId="0B7AC243" w14:textId="5F0CCD0A" w:rsidR="003F4068" w:rsidRPr="003F4068" w:rsidRDefault="00C9776F" w:rsidP="003F4068">
      <w:pPr>
        <w:pStyle w:val="Aufzhlung"/>
        <w:rPr>
          <w:lang/>
        </w:rPr>
      </w:pPr>
      <w:r w:rsidRPr="00257F70">
        <w:rPr>
          <w:lang w:val="en-US"/>
        </w:rPr>
        <w:t xml:space="preserve">Schritt 2 </w:t>
      </w:r>
      <w:proofErr w:type="spellStart"/>
      <w:r w:rsidRPr="00257F70">
        <w:rPr>
          <w:lang w:val="en-US"/>
        </w:rPr>
        <w:t>ist</w:t>
      </w:r>
      <w:proofErr w:type="spellEnd"/>
      <w:r w:rsidRPr="00257F70">
        <w:rPr>
          <w:lang w:val="en-US"/>
        </w:rPr>
        <w:t xml:space="preserve"> </w:t>
      </w:r>
      <w:proofErr w:type="spellStart"/>
      <w:r w:rsidRPr="00257F70">
        <w:rPr>
          <w:lang w:val="en-US"/>
        </w:rPr>
        <w:t>Fertig</w:t>
      </w:r>
      <w:proofErr w:type="spellEnd"/>
      <w:r w:rsidRPr="00257F70">
        <w:rPr>
          <w:lang w:val="en-US"/>
        </w:rPr>
        <w:t>!</w:t>
      </w:r>
    </w:p>
    <w:sectPr w:rsidR="003F4068" w:rsidRPr="003F4068" w:rsidSect="0017529B">
      <w:headerReference w:type="even" r:id="rId11"/>
      <w:headerReference w:type="default" r:id="rId12"/>
      <w:footerReference w:type="default" r:id="rId13"/>
      <w:pgSz w:w="11906" w:h="16838" w:code="9"/>
      <w:pgMar w:top="1418" w:right="1418" w:bottom="1134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94D9" w14:textId="77777777" w:rsidR="00897CAF" w:rsidRDefault="00897CAF" w:rsidP="006C116A">
      <w:r>
        <w:separator/>
      </w:r>
    </w:p>
    <w:p w14:paraId="7C81146E" w14:textId="77777777" w:rsidR="00897CAF" w:rsidRDefault="00897CAF"/>
  </w:endnote>
  <w:endnote w:type="continuationSeparator" w:id="0">
    <w:p w14:paraId="4FE32AB2" w14:textId="77777777" w:rsidR="00897CAF" w:rsidRDefault="00897CAF" w:rsidP="006C116A">
      <w:r>
        <w:continuationSeparator/>
      </w:r>
    </w:p>
    <w:p w14:paraId="58E9C282" w14:textId="77777777" w:rsidR="00897CAF" w:rsidRDefault="00897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rutiger LT Std 45 Light"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23"/>
      <w:gridCol w:w="3024"/>
      <w:gridCol w:w="3024"/>
    </w:tblGrid>
    <w:tr w:rsidR="00C15960" w:rsidRPr="00CA57A3" w14:paraId="6E06EFEB" w14:textId="77777777" w:rsidTr="00C15960">
      <w:trPr>
        <w:trHeight w:val="397"/>
      </w:trPr>
      <w:tc>
        <w:tcPr>
          <w:tcW w:w="3023" w:type="dxa"/>
          <w:tcMar>
            <w:left w:w="0" w:type="dxa"/>
            <w:right w:w="0" w:type="dxa"/>
          </w:tcMar>
          <w:vAlign w:val="bottom"/>
        </w:tcPr>
        <w:p w14:paraId="7E9E8C86" w14:textId="77777777" w:rsidR="00C15960" w:rsidRPr="00CA57A3" w:rsidRDefault="00C15960" w:rsidP="00CA57A3">
          <w:pPr>
            <w:pStyle w:val="Fuzeile"/>
          </w:pPr>
          <w:r w:rsidRPr="00CA57A3">
            <w:t>valantic</w:t>
          </w:r>
        </w:p>
      </w:tc>
      <w:tc>
        <w:tcPr>
          <w:tcW w:w="3024" w:type="dxa"/>
          <w:tcMar>
            <w:left w:w="0" w:type="dxa"/>
            <w:right w:w="0" w:type="dxa"/>
          </w:tcMar>
          <w:vAlign w:val="bottom"/>
        </w:tcPr>
        <w:p w14:paraId="2381E4D2" w14:textId="77777777" w:rsidR="00C15960" w:rsidRPr="00CA57A3" w:rsidRDefault="00C15960" w:rsidP="00C15960">
          <w:pPr>
            <w:pStyle w:val="Fuzeile"/>
            <w:jc w:val="center"/>
          </w:pPr>
          <w:r w:rsidRPr="00CA57A3">
            <w:fldChar w:fldCharType="begin"/>
          </w:r>
          <w:r w:rsidRPr="00CA57A3">
            <w:instrText xml:space="preserve"> DATE \@ "dd.MM.yy" </w:instrText>
          </w:r>
          <w:r w:rsidRPr="00CA57A3">
            <w:fldChar w:fldCharType="separate"/>
          </w:r>
          <w:r w:rsidR="00257F70">
            <w:rPr>
              <w:noProof/>
            </w:rPr>
            <w:t>05.09.23</w:t>
          </w:r>
          <w:r w:rsidRPr="00CA57A3">
            <w:fldChar w:fldCharType="end"/>
          </w:r>
        </w:p>
      </w:tc>
      <w:tc>
        <w:tcPr>
          <w:tcW w:w="3024" w:type="dxa"/>
          <w:tcMar>
            <w:left w:w="0" w:type="dxa"/>
            <w:right w:w="0" w:type="dxa"/>
          </w:tcMar>
          <w:vAlign w:val="bottom"/>
        </w:tcPr>
        <w:p w14:paraId="49341498" w14:textId="77777777" w:rsidR="00C15960" w:rsidRPr="00CA57A3" w:rsidRDefault="00C15960" w:rsidP="00C15960">
          <w:pPr>
            <w:pStyle w:val="Fuzeile"/>
            <w:jc w:val="right"/>
          </w:pPr>
          <w:r w:rsidRPr="00CA57A3">
            <w:t xml:space="preserve">Seite </w:t>
          </w:r>
          <w:r w:rsidRPr="00CA57A3">
            <w:rPr>
              <w:rStyle w:val="Seitenzahl"/>
              <w:rFonts w:asciiTheme="minorHAnsi" w:hAnsiTheme="minorHAnsi"/>
            </w:rPr>
            <w:fldChar w:fldCharType="begin"/>
          </w:r>
          <w:r w:rsidRPr="00CA57A3">
            <w:rPr>
              <w:rStyle w:val="Seitenzahl"/>
              <w:rFonts w:asciiTheme="minorHAnsi" w:hAnsiTheme="minorHAnsi"/>
            </w:rPr>
            <w:instrText xml:space="preserve"> PAGE </w:instrText>
          </w:r>
          <w:r w:rsidRPr="00CA57A3">
            <w:rPr>
              <w:rStyle w:val="Seitenzahl"/>
              <w:rFonts w:asciiTheme="minorHAnsi" w:hAnsiTheme="minorHAnsi"/>
            </w:rPr>
            <w:fldChar w:fldCharType="separate"/>
          </w:r>
          <w:r w:rsidR="00F60D40">
            <w:rPr>
              <w:rStyle w:val="Seitenzahl"/>
              <w:rFonts w:asciiTheme="minorHAnsi" w:hAnsiTheme="minorHAnsi"/>
              <w:noProof/>
            </w:rPr>
            <w:t>5</w:t>
          </w:r>
          <w:r w:rsidRPr="00CA57A3">
            <w:rPr>
              <w:rStyle w:val="Seitenzahl"/>
              <w:rFonts w:asciiTheme="minorHAnsi" w:hAnsiTheme="minorHAnsi"/>
            </w:rPr>
            <w:fldChar w:fldCharType="end"/>
          </w:r>
          <w:r w:rsidRPr="00CA57A3">
            <w:rPr>
              <w:rStyle w:val="Seitenzahl"/>
              <w:rFonts w:asciiTheme="minorHAnsi" w:hAnsiTheme="minorHAnsi"/>
            </w:rPr>
            <w:t xml:space="preserve"> von </w:t>
          </w:r>
          <w:r w:rsidRPr="00CA57A3">
            <w:rPr>
              <w:rStyle w:val="Seitenzahl"/>
              <w:rFonts w:asciiTheme="minorHAnsi" w:hAnsiTheme="minorHAnsi"/>
            </w:rPr>
            <w:fldChar w:fldCharType="begin"/>
          </w:r>
          <w:r w:rsidRPr="00CA57A3">
            <w:rPr>
              <w:rStyle w:val="Seitenzahl"/>
              <w:rFonts w:asciiTheme="minorHAnsi" w:hAnsiTheme="minorHAnsi"/>
            </w:rPr>
            <w:instrText xml:space="preserve"> NUMPAGES </w:instrText>
          </w:r>
          <w:r w:rsidRPr="00CA57A3">
            <w:rPr>
              <w:rStyle w:val="Seitenzahl"/>
              <w:rFonts w:asciiTheme="minorHAnsi" w:hAnsiTheme="minorHAnsi"/>
            </w:rPr>
            <w:fldChar w:fldCharType="separate"/>
          </w:r>
          <w:r w:rsidR="00F60D40">
            <w:rPr>
              <w:rStyle w:val="Seitenzahl"/>
              <w:rFonts w:asciiTheme="minorHAnsi" w:hAnsiTheme="minorHAnsi"/>
              <w:noProof/>
            </w:rPr>
            <w:t>5</w:t>
          </w:r>
          <w:r w:rsidRPr="00CA57A3">
            <w:rPr>
              <w:rStyle w:val="Seitenzahl"/>
              <w:rFonts w:asciiTheme="minorHAnsi" w:hAnsiTheme="minorHAnsi"/>
            </w:rPr>
            <w:fldChar w:fldCharType="end"/>
          </w:r>
        </w:p>
      </w:tc>
    </w:tr>
  </w:tbl>
  <w:p w14:paraId="1B2F0F5F" w14:textId="77777777" w:rsidR="00097AB4" w:rsidRDefault="00097AB4" w:rsidP="004C73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29DE" w14:textId="77777777" w:rsidR="00897CAF" w:rsidRDefault="00897CAF" w:rsidP="006C116A">
      <w:r>
        <w:separator/>
      </w:r>
    </w:p>
    <w:p w14:paraId="0F79F2B5" w14:textId="77777777" w:rsidR="00897CAF" w:rsidRDefault="00897CAF"/>
  </w:footnote>
  <w:footnote w:type="continuationSeparator" w:id="0">
    <w:p w14:paraId="07FB71AF" w14:textId="77777777" w:rsidR="00897CAF" w:rsidRDefault="00897CAF" w:rsidP="006C116A">
      <w:r>
        <w:continuationSeparator/>
      </w:r>
    </w:p>
    <w:p w14:paraId="5444F986" w14:textId="77777777" w:rsidR="00897CAF" w:rsidRDefault="00897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FDD1" w14:textId="77777777" w:rsidR="002D3596" w:rsidRDefault="00897CAF" w:rsidP="00B16285">
    <w:pPr>
      <w:pStyle w:val="Kopfzeile"/>
    </w:pPr>
    <w:r>
      <w:rPr>
        <w:noProof/>
        <w:lang w:val="de-CH" w:eastAsia="de-DE"/>
      </w:rPr>
      <w:pict w14:anchorId="7ADEBF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5523" o:spid="_x0000_s1025" type="#_x0000_t75" alt="" style="position:absolute;margin-left:0;margin-top:0;width:453.45pt;height:156.9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ovento_Logo_cmyk_neu_2006"/>
          <w10:wrap anchorx="margin" anchory="margin"/>
        </v:shape>
      </w:pict>
    </w:r>
  </w:p>
  <w:p w14:paraId="4E41EB2E" w14:textId="77777777" w:rsidR="002D3596" w:rsidRDefault="002D3596" w:rsidP="00B16285"/>
  <w:p w14:paraId="51E81CA6" w14:textId="77777777" w:rsidR="002D3596" w:rsidRDefault="002D3596" w:rsidP="00B16285"/>
  <w:p w14:paraId="509FFD72" w14:textId="77777777" w:rsidR="00097AB4" w:rsidRDefault="00097A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677A82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30"/>
      <w:gridCol w:w="1840"/>
    </w:tblGrid>
    <w:tr w:rsidR="007F601C" w:rsidRPr="000A38BE" w14:paraId="24FDB9AA" w14:textId="77777777" w:rsidTr="008708E0">
      <w:trPr>
        <w:trHeight w:val="573"/>
      </w:trPr>
      <w:tc>
        <w:tcPr>
          <w:tcW w:w="7230" w:type="dxa"/>
          <w:tcMar>
            <w:left w:w="0" w:type="dxa"/>
            <w:right w:w="0" w:type="dxa"/>
          </w:tcMar>
          <w:vAlign w:val="center"/>
        </w:tcPr>
        <w:p w14:paraId="166F34EC" w14:textId="77777777" w:rsidR="00845F77" w:rsidRPr="00C83AD1" w:rsidRDefault="0039293F" w:rsidP="00505942">
          <w:pPr>
            <w:pStyle w:val="Kopfzeile"/>
          </w:pPr>
          <w:r w:rsidRPr="00C83AD1">
            <w:fldChar w:fldCharType="begin"/>
          </w:r>
          <w:r w:rsidRPr="00C83AD1">
            <w:instrText xml:space="preserve"> SUBJECT   \* MERGEFORMAT </w:instrText>
          </w:r>
          <w:r w:rsidRPr="00C83AD1">
            <w:fldChar w:fldCharType="end"/>
          </w:r>
        </w:p>
      </w:tc>
      <w:tc>
        <w:tcPr>
          <w:tcW w:w="1840" w:type="dxa"/>
          <w:vAlign w:val="center"/>
        </w:tcPr>
        <w:p w14:paraId="434E1162" w14:textId="77777777" w:rsidR="007F601C" w:rsidRPr="000A38BE" w:rsidRDefault="006A3465" w:rsidP="008708E0">
          <w:pPr>
            <w:jc w:val="right"/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7216" behindDoc="0" locked="0" layoutInCell="1" allowOverlap="1" wp14:anchorId="36C8447A" wp14:editId="3BF7CD65">
                <wp:simplePos x="0" y="0"/>
                <wp:positionH relativeFrom="column">
                  <wp:posOffset>93345</wp:posOffset>
                </wp:positionH>
                <wp:positionV relativeFrom="paragraph">
                  <wp:posOffset>-10795</wp:posOffset>
                </wp:positionV>
                <wp:extent cx="1011600" cy="219600"/>
                <wp:effectExtent l="0" t="0" r="0" b="9525"/>
                <wp:wrapNone/>
                <wp:docPr id="82" name="Grafik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logo_newbran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1600" cy="21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C8792A" w14:textId="77777777" w:rsidR="00097AB4" w:rsidRDefault="00097AB4" w:rsidP="00D01C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05C62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2E220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1381F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3254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8A2A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FAE2E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61EBD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2C63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99062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C9A8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E834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B1F5EF0"/>
    <w:multiLevelType w:val="hybridMultilevel"/>
    <w:tmpl w:val="5B1224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5696E"/>
    <w:multiLevelType w:val="hybridMultilevel"/>
    <w:tmpl w:val="D67CD99A"/>
    <w:lvl w:ilvl="0" w:tplc="D4AAFC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1B0C5B56"/>
    <w:multiLevelType w:val="hybridMultilevel"/>
    <w:tmpl w:val="D2FEE754"/>
    <w:lvl w:ilvl="0" w:tplc="06E61E08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FF4B4B"/>
        <w:u w:color="FF4B4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EF5B8F"/>
    <w:multiLevelType w:val="multilevel"/>
    <w:tmpl w:val="16121C42"/>
    <w:lvl w:ilvl="0">
      <w:start w:val="1"/>
      <w:numFmt w:val="decimal"/>
      <w:lvlText w:val="%1."/>
      <w:lvlJc w:val="left"/>
      <w:pPr>
        <w:tabs>
          <w:tab w:val="num" w:pos="1274"/>
        </w:tabs>
        <w:ind w:left="1276" w:hanging="850"/>
      </w:pPr>
      <w:rPr>
        <w:rFonts w:ascii="Frutiger LT Std 45 Light" w:hAnsi="Frutiger LT Std 45 Light" w:hint="default"/>
        <w:b/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tabs>
          <w:tab w:val="num" w:pos="2975"/>
        </w:tabs>
        <w:ind w:left="2977" w:hanging="850"/>
      </w:pPr>
      <w:rPr>
        <w:rFonts w:ascii="Frutiger LT Std 45 Light" w:hAnsi="Frutiger LT Std 45 Light" w:hint="default"/>
        <w:b/>
        <w:i w:val="0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491"/>
        </w:tabs>
        <w:ind w:left="493" w:hanging="850"/>
      </w:pPr>
      <w:rPr>
        <w:rFonts w:ascii="Frutiger LT Std 45 Light" w:hAnsi="Frutiger LT Std 45 Light" w:hint="default"/>
        <w:sz w:val="20"/>
      </w:rPr>
    </w:lvl>
    <w:lvl w:ilvl="3">
      <w:start w:val="1"/>
      <w:numFmt w:val="none"/>
      <w:lvlText w:val="1.1.1.1"/>
      <w:lvlJc w:val="left"/>
      <w:pPr>
        <w:tabs>
          <w:tab w:val="num" w:pos="491"/>
        </w:tabs>
        <w:ind w:left="493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91"/>
        </w:tabs>
        <w:ind w:left="493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91"/>
        </w:tabs>
        <w:ind w:left="493" w:hanging="85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1"/>
        </w:tabs>
        <w:ind w:left="493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"/>
        </w:tabs>
        <w:ind w:left="493" w:hanging="85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1"/>
        </w:tabs>
        <w:ind w:left="493" w:hanging="850"/>
      </w:pPr>
      <w:rPr>
        <w:rFonts w:hint="default"/>
      </w:rPr>
    </w:lvl>
  </w:abstractNum>
  <w:abstractNum w:abstractNumId="15" w15:restartNumberingAfterBreak="0">
    <w:nsid w:val="2215474D"/>
    <w:multiLevelType w:val="hybridMultilevel"/>
    <w:tmpl w:val="CF6CD970"/>
    <w:lvl w:ilvl="0" w:tplc="83200972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443CF"/>
    <w:multiLevelType w:val="hybridMultilevel"/>
    <w:tmpl w:val="F0EC0E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40154"/>
    <w:multiLevelType w:val="hybridMultilevel"/>
    <w:tmpl w:val="20AE2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402AD"/>
    <w:multiLevelType w:val="hybridMultilevel"/>
    <w:tmpl w:val="18527944"/>
    <w:lvl w:ilvl="0" w:tplc="F8CE7970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C6A48"/>
    <w:multiLevelType w:val="hybridMultilevel"/>
    <w:tmpl w:val="8CDEC70C"/>
    <w:lvl w:ilvl="0" w:tplc="C2A0F2CA">
      <w:start w:val="1"/>
      <w:numFmt w:val="bullet"/>
      <w:pStyle w:val="Listenabsatz"/>
      <w:lvlText w:val=""/>
      <w:lvlJc w:val="left"/>
      <w:pPr>
        <w:ind w:left="1211" w:hanging="360"/>
      </w:pPr>
      <w:rPr>
        <w:rFonts w:ascii="Symbol" w:hAnsi="Symbol" w:hint="default"/>
        <w:color w:val="FF4B4B"/>
        <w:u w:color="FF4B4B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944563"/>
    <w:multiLevelType w:val="hybridMultilevel"/>
    <w:tmpl w:val="374E3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10201"/>
    <w:multiLevelType w:val="multilevel"/>
    <w:tmpl w:val="AF026A58"/>
    <w:styleLink w:val="Formatvorlage1"/>
    <w:lvl w:ilvl="0">
      <w:start w:val="1"/>
      <w:numFmt w:val="decimal"/>
      <w:lvlText w:val="%1)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51" w:hanging="851"/>
      </w:pPr>
      <w:rPr>
        <w:rFonts w:hint="default"/>
      </w:rPr>
    </w:lvl>
  </w:abstractNum>
  <w:abstractNum w:abstractNumId="22" w15:restartNumberingAfterBreak="0">
    <w:nsid w:val="5AEF48EC"/>
    <w:multiLevelType w:val="hybridMultilevel"/>
    <w:tmpl w:val="9C26D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58681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EDA0E58"/>
    <w:multiLevelType w:val="multilevel"/>
    <w:tmpl w:val="6AACEB1C"/>
    <w:lvl w:ilvl="0">
      <w:start w:val="1"/>
      <w:numFmt w:val="decimal"/>
      <w:isLgl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5" w15:restartNumberingAfterBreak="0">
    <w:nsid w:val="61BD49C4"/>
    <w:multiLevelType w:val="multilevel"/>
    <w:tmpl w:val="45448EEA"/>
    <w:styleLink w:val="berschriftenGliederung"/>
    <w:lvl w:ilvl="0">
      <w:start w:val="1"/>
      <w:numFmt w:val="decimal"/>
      <w:pStyle w:val="berschrift1"/>
      <w:isLgl/>
      <w:lvlText w:val="%1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134"/>
      </w:pPr>
      <w:rPr>
        <w:rFonts w:hint="eastAsia"/>
      </w:rPr>
    </w:lvl>
  </w:abstractNum>
  <w:abstractNum w:abstractNumId="26" w15:restartNumberingAfterBreak="0">
    <w:nsid w:val="670327DB"/>
    <w:multiLevelType w:val="multilevel"/>
    <w:tmpl w:val="28BCFDF8"/>
    <w:lvl w:ilvl="0">
      <w:start w:val="1"/>
      <w:numFmt w:val="decimal"/>
      <w:lvlText w:val="%1"/>
      <w:lvlJc w:val="left"/>
      <w:pPr>
        <w:ind w:left="715" w:hanging="432"/>
      </w:pPr>
    </w:lvl>
    <w:lvl w:ilvl="1">
      <w:start w:val="1"/>
      <w:numFmt w:val="decimal"/>
      <w:lvlText w:val="%1.%2"/>
      <w:lvlJc w:val="left"/>
      <w:pPr>
        <w:ind w:left="859" w:hanging="576"/>
      </w:pPr>
    </w:lvl>
    <w:lvl w:ilvl="2">
      <w:start w:val="1"/>
      <w:numFmt w:val="decimal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1147" w:hanging="864"/>
      </w:pPr>
    </w:lvl>
    <w:lvl w:ilvl="4">
      <w:start w:val="1"/>
      <w:numFmt w:val="decimal"/>
      <w:lvlText w:val="%1.%2.%3.%4.%5"/>
      <w:lvlJc w:val="left"/>
      <w:pPr>
        <w:ind w:left="1291" w:hanging="1008"/>
      </w:pPr>
    </w:lvl>
    <w:lvl w:ilvl="5">
      <w:start w:val="1"/>
      <w:numFmt w:val="decimal"/>
      <w:lvlText w:val="%1.%2.%3.%4.%5.%6"/>
      <w:lvlJc w:val="left"/>
      <w:pPr>
        <w:ind w:left="1435" w:hanging="1152"/>
      </w:pPr>
    </w:lvl>
    <w:lvl w:ilvl="6">
      <w:start w:val="1"/>
      <w:numFmt w:val="decimal"/>
      <w:lvlText w:val="%1.%2.%3.%4.%5.%6.%7"/>
      <w:lvlJc w:val="left"/>
      <w:pPr>
        <w:ind w:left="1579" w:hanging="1296"/>
      </w:pPr>
    </w:lvl>
    <w:lvl w:ilvl="7">
      <w:start w:val="1"/>
      <w:numFmt w:val="decimal"/>
      <w:lvlText w:val="%1.%2.%3.%4.%5.%6.%7.%8"/>
      <w:lvlJc w:val="left"/>
      <w:pPr>
        <w:ind w:left="1723" w:hanging="1440"/>
      </w:pPr>
    </w:lvl>
    <w:lvl w:ilvl="8">
      <w:start w:val="1"/>
      <w:numFmt w:val="decimal"/>
      <w:lvlText w:val="%1.%2.%3.%4.%5.%6.%7.%8.%9"/>
      <w:lvlJc w:val="left"/>
      <w:pPr>
        <w:ind w:left="1867" w:hanging="1584"/>
      </w:pPr>
    </w:lvl>
  </w:abstractNum>
  <w:abstractNum w:abstractNumId="27" w15:restartNumberingAfterBreak="0">
    <w:nsid w:val="695702B1"/>
    <w:multiLevelType w:val="hybridMultilevel"/>
    <w:tmpl w:val="02E672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23871"/>
    <w:multiLevelType w:val="hybridMultilevel"/>
    <w:tmpl w:val="2C10A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5444477">
    <w:abstractNumId w:val="13"/>
  </w:num>
  <w:num w:numId="2" w16cid:durableId="801459576">
    <w:abstractNumId w:val="26"/>
  </w:num>
  <w:num w:numId="3" w16cid:durableId="1346787095">
    <w:abstractNumId w:val="14"/>
  </w:num>
  <w:num w:numId="4" w16cid:durableId="1527719832">
    <w:abstractNumId w:val="12"/>
  </w:num>
  <w:num w:numId="5" w16cid:durableId="1921599396">
    <w:abstractNumId w:val="27"/>
  </w:num>
  <w:num w:numId="6" w16cid:durableId="72094192">
    <w:abstractNumId w:val="22"/>
  </w:num>
  <w:num w:numId="7" w16cid:durableId="2045594880">
    <w:abstractNumId w:val="20"/>
  </w:num>
  <w:num w:numId="8" w16cid:durableId="1663118441">
    <w:abstractNumId w:val="0"/>
  </w:num>
  <w:num w:numId="9" w16cid:durableId="1270889677">
    <w:abstractNumId w:val="28"/>
  </w:num>
  <w:num w:numId="10" w16cid:durableId="1384061933">
    <w:abstractNumId w:val="19"/>
  </w:num>
  <w:num w:numId="11" w16cid:durableId="1744451270">
    <w:abstractNumId w:val="1"/>
  </w:num>
  <w:num w:numId="12" w16cid:durableId="438838162">
    <w:abstractNumId w:val="2"/>
  </w:num>
  <w:num w:numId="13" w16cid:durableId="1491943912">
    <w:abstractNumId w:val="3"/>
  </w:num>
  <w:num w:numId="14" w16cid:durableId="1220825126">
    <w:abstractNumId w:val="4"/>
  </w:num>
  <w:num w:numId="15" w16cid:durableId="1272128908">
    <w:abstractNumId w:val="9"/>
  </w:num>
  <w:num w:numId="16" w16cid:durableId="341278410">
    <w:abstractNumId w:val="5"/>
  </w:num>
  <w:num w:numId="17" w16cid:durableId="505285009">
    <w:abstractNumId w:val="6"/>
  </w:num>
  <w:num w:numId="18" w16cid:durableId="582104126">
    <w:abstractNumId w:val="7"/>
  </w:num>
  <w:num w:numId="19" w16cid:durableId="234245002">
    <w:abstractNumId w:val="8"/>
  </w:num>
  <w:num w:numId="20" w16cid:durableId="2109617769">
    <w:abstractNumId w:val="10"/>
  </w:num>
  <w:num w:numId="21" w16cid:durableId="1998534864">
    <w:abstractNumId w:val="23"/>
  </w:num>
  <w:num w:numId="22" w16cid:durableId="1813524440">
    <w:abstractNumId w:val="15"/>
  </w:num>
  <w:num w:numId="23" w16cid:durableId="690029980">
    <w:abstractNumId w:val="15"/>
    <w:lvlOverride w:ilvl="0">
      <w:startOverride w:val="1"/>
    </w:lvlOverride>
  </w:num>
  <w:num w:numId="24" w16cid:durableId="1505851505">
    <w:abstractNumId w:val="18"/>
  </w:num>
  <w:num w:numId="25" w16cid:durableId="1051732738">
    <w:abstractNumId w:val="24"/>
  </w:num>
  <w:num w:numId="26" w16cid:durableId="1127159384">
    <w:abstractNumId w:val="25"/>
  </w:num>
  <w:num w:numId="27" w16cid:durableId="18881830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60655718">
    <w:abstractNumId w:val="21"/>
  </w:num>
  <w:num w:numId="29" w16cid:durableId="296960889">
    <w:abstractNumId w:val="17"/>
  </w:num>
  <w:num w:numId="30" w16cid:durableId="845366583">
    <w:abstractNumId w:val="1"/>
  </w:num>
  <w:num w:numId="31" w16cid:durableId="1222716530">
    <w:abstractNumId w:val="2"/>
  </w:num>
  <w:num w:numId="32" w16cid:durableId="682324182">
    <w:abstractNumId w:val="3"/>
  </w:num>
  <w:num w:numId="33" w16cid:durableId="1262495964">
    <w:abstractNumId w:val="4"/>
  </w:num>
  <w:num w:numId="34" w16cid:durableId="909459512">
    <w:abstractNumId w:val="9"/>
  </w:num>
  <w:num w:numId="35" w16cid:durableId="1607158004">
    <w:abstractNumId w:val="5"/>
  </w:num>
  <w:num w:numId="36" w16cid:durableId="1173303025">
    <w:abstractNumId w:val="6"/>
  </w:num>
  <w:num w:numId="37" w16cid:durableId="1651664952">
    <w:abstractNumId w:val="7"/>
  </w:num>
  <w:num w:numId="38" w16cid:durableId="798304842">
    <w:abstractNumId w:val="8"/>
  </w:num>
  <w:num w:numId="39" w16cid:durableId="1562905475">
    <w:abstractNumId w:val="10"/>
  </w:num>
  <w:num w:numId="40" w16cid:durableId="2019769162">
    <w:abstractNumId w:val="1"/>
  </w:num>
  <w:num w:numId="41" w16cid:durableId="352923655">
    <w:abstractNumId w:val="2"/>
  </w:num>
  <w:num w:numId="42" w16cid:durableId="659315144">
    <w:abstractNumId w:val="3"/>
  </w:num>
  <w:num w:numId="43" w16cid:durableId="1066683973">
    <w:abstractNumId w:val="4"/>
  </w:num>
  <w:num w:numId="44" w16cid:durableId="1281959519">
    <w:abstractNumId w:val="9"/>
  </w:num>
  <w:num w:numId="45" w16cid:durableId="1274942947">
    <w:abstractNumId w:val="5"/>
  </w:num>
  <w:num w:numId="46" w16cid:durableId="1419983352">
    <w:abstractNumId w:val="6"/>
  </w:num>
  <w:num w:numId="47" w16cid:durableId="1640185933">
    <w:abstractNumId w:val="7"/>
  </w:num>
  <w:num w:numId="48" w16cid:durableId="1954047721">
    <w:abstractNumId w:val="8"/>
  </w:num>
  <w:num w:numId="49" w16cid:durableId="697008057">
    <w:abstractNumId w:val="10"/>
  </w:num>
  <w:num w:numId="50" w16cid:durableId="541941697">
    <w:abstractNumId w:val="1"/>
  </w:num>
  <w:num w:numId="51" w16cid:durableId="2052027622">
    <w:abstractNumId w:val="2"/>
  </w:num>
  <w:num w:numId="52" w16cid:durableId="200939274">
    <w:abstractNumId w:val="3"/>
  </w:num>
  <w:num w:numId="53" w16cid:durableId="636496796">
    <w:abstractNumId w:val="4"/>
  </w:num>
  <w:num w:numId="54" w16cid:durableId="1852841639">
    <w:abstractNumId w:val="9"/>
  </w:num>
  <w:num w:numId="55" w16cid:durableId="1993288609">
    <w:abstractNumId w:val="5"/>
  </w:num>
  <w:num w:numId="56" w16cid:durableId="52504112">
    <w:abstractNumId w:val="6"/>
  </w:num>
  <w:num w:numId="57" w16cid:durableId="432554793">
    <w:abstractNumId w:val="7"/>
  </w:num>
  <w:num w:numId="58" w16cid:durableId="1460345920">
    <w:abstractNumId w:val="8"/>
  </w:num>
  <w:num w:numId="59" w16cid:durableId="1575890826">
    <w:abstractNumId w:val="10"/>
  </w:num>
  <w:num w:numId="60" w16cid:durableId="826433518">
    <w:abstractNumId w:val="1"/>
  </w:num>
  <w:num w:numId="61" w16cid:durableId="831331803">
    <w:abstractNumId w:val="2"/>
  </w:num>
  <w:num w:numId="62" w16cid:durableId="1658143937">
    <w:abstractNumId w:val="3"/>
  </w:num>
  <w:num w:numId="63" w16cid:durableId="546457710">
    <w:abstractNumId w:val="4"/>
  </w:num>
  <w:num w:numId="64" w16cid:durableId="1927226428">
    <w:abstractNumId w:val="9"/>
  </w:num>
  <w:num w:numId="65" w16cid:durableId="320547008">
    <w:abstractNumId w:val="5"/>
  </w:num>
  <w:num w:numId="66" w16cid:durableId="519860816">
    <w:abstractNumId w:val="6"/>
  </w:num>
  <w:num w:numId="67" w16cid:durableId="1098988442">
    <w:abstractNumId w:val="7"/>
  </w:num>
  <w:num w:numId="68" w16cid:durableId="547186208">
    <w:abstractNumId w:val="8"/>
  </w:num>
  <w:num w:numId="69" w16cid:durableId="741021852">
    <w:abstractNumId w:val="10"/>
  </w:num>
  <w:num w:numId="70" w16cid:durableId="1038551909">
    <w:abstractNumId w:val="1"/>
  </w:num>
  <w:num w:numId="71" w16cid:durableId="664944405">
    <w:abstractNumId w:val="2"/>
  </w:num>
  <w:num w:numId="72" w16cid:durableId="1035151960">
    <w:abstractNumId w:val="3"/>
  </w:num>
  <w:num w:numId="73" w16cid:durableId="717052555">
    <w:abstractNumId w:val="4"/>
  </w:num>
  <w:num w:numId="74" w16cid:durableId="2059627256">
    <w:abstractNumId w:val="9"/>
  </w:num>
  <w:num w:numId="75" w16cid:durableId="963383845">
    <w:abstractNumId w:val="5"/>
  </w:num>
  <w:num w:numId="76" w16cid:durableId="646276404">
    <w:abstractNumId w:val="6"/>
  </w:num>
  <w:num w:numId="77" w16cid:durableId="1387413173">
    <w:abstractNumId w:val="7"/>
  </w:num>
  <w:num w:numId="78" w16cid:durableId="1463959419">
    <w:abstractNumId w:val="8"/>
  </w:num>
  <w:num w:numId="79" w16cid:durableId="821577014">
    <w:abstractNumId w:val="10"/>
  </w:num>
  <w:num w:numId="80" w16cid:durableId="77364514">
    <w:abstractNumId w:val="1"/>
  </w:num>
  <w:num w:numId="81" w16cid:durableId="2087457326">
    <w:abstractNumId w:val="2"/>
  </w:num>
  <w:num w:numId="82" w16cid:durableId="448167684">
    <w:abstractNumId w:val="3"/>
  </w:num>
  <w:num w:numId="83" w16cid:durableId="1091003476">
    <w:abstractNumId w:val="4"/>
  </w:num>
  <w:num w:numId="84" w16cid:durableId="855576467">
    <w:abstractNumId w:val="9"/>
  </w:num>
  <w:num w:numId="85" w16cid:durableId="1901594139">
    <w:abstractNumId w:val="5"/>
  </w:num>
  <w:num w:numId="86" w16cid:durableId="505678670">
    <w:abstractNumId w:val="6"/>
  </w:num>
  <w:num w:numId="87" w16cid:durableId="1739016424">
    <w:abstractNumId w:val="7"/>
  </w:num>
  <w:num w:numId="88" w16cid:durableId="1945847041">
    <w:abstractNumId w:val="8"/>
  </w:num>
  <w:num w:numId="89" w16cid:durableId="506138294">
    <w:abstractNumId w:val="10"/>
  </w:num>
  <w:num w:numId="90" w16cid:durableId="1703509616">
    <w:abstractNumId w:val="1"/>
  </w:num>
  <w:num w:numId="91" w16cid:durableId="2056999312">
    <w:abstractNumId w:val="2"/>
  </w:num>
  <w:num w:numId="92" w16cid:durableId="921914642">
    <w:abstractNumId w:val="3"/>
  </w:num>
  <w:num w:numId="93" w16cid:durableId="1545751358">
    <w:abstractNumId w:val="4"/>
  </w:num>
  <w:num w:numId="94" w16cid:durableId="13116445">
    <w:abstractNumId w:val="9"/>
  </w:num>
  <w:num w:numId="95" w16cid:durableId="276647269">
    <w:abstractNumId w:val="5"/>
  </w:num>
  <w:num w:numId="96" w16cid:durableId="1070350925">
    <w:abstractNumId w:val="6"/>
  </w:num>
  <w:num w:numId="97" w16cid:durableId="1878153591">
    <w:abstractNumId w:val="7"/>
  </w:num>
  <w:num w:numId="98" w16cid:durableId="1994335420">
    <w:abstractNumId w:val="8"/>
  </w:num>
  <w:num w:numId="99" w16cid:durableId="1432898277">
    <w:abstractNumId w:val="10"/>
  </w:num>
  <w:num w:numId="100" w16cid:durableId="372266825">
    <w:abstractNumId w:val="1"/>
  </w:num>
  <w:num w:numId="101" w16cid:durableId="1202481172">
    <w:abstractNumId w:val="2"/>
  </w:num>
  <w:num w:numId="102" w16cid:durableId="2143305622">
    <w:abstractNumId w:val="3"/>
  </w:num>
  <w:num w:numId="103" w16cid:durableId="347296239">
    <w:abstractNumId w:val="4"/>
  </w:num>
  <w:num w:numId="104" w16cid:durableId="1316716053">
    <w:abstractNumId w:val="9"/>
  </w:num>
  <w:num w:numId="105" w16cid:durableId="1397587628">
    <w:abstractNumId w:val="5"/>
  </w:num>
  <w:num w:numId="106" w16cid:durableId="1626155488">
    <w:abstractNumId w:val="6"/>
  </w:num>
  <w:num w:numId="107" w16cid:durableId="1418091789">
    <w:abstractNumId w:val="7"/>
  </w:num>
  <w:num w:numId="108" w16cid:durableId="1963609513">
    <w:abstractNumId w:val="8"/>
  </w:num>
  <w:num w:numId="109" w16cid:durableId="1358778245">
    <w:abstractNumId w:val="10"/>
  </w:num>
  <w:num w:numId="110" w16cid:durableId="1784422650">
    <w:abstractNumId w:val="1"/>
  </w:num>
  <w:num w:numId="111" w16cid:durableId="983773670">
    <w:abstractNumId w:val="2"/>
  </w:num>
  <w:num w:numId="112" w16cid:durableId="1968273569">
    <w:abstractNumId w:val="3"/>
  </w:num>
  <w:num w:numId="113" w16cid:durableId="1905605704">
    <w:abstractNumId w:val="4"/>
  </w:num>
  <w:num w:numId="114" w16cid:durableId="1910771850">
    <w:abstractNumId w:val="9"/>
  </w:num>
  <w:num w:numId="115" w16cid:durableId="1446804819">
    <w:abstractNumId w:val="5"/>
  </w:num>
  <w:num w:numId="116" w16cid:durableId="663051383">
    <w:abstractNumId w:val="6"/>
  </w:num>
  <w:num w:numId="117" w16cid:durableId="2041316339">
    <w:abstractNumId w:val="7"/>
  </w:num>
  <w:num w:numId="118" w16cid:durableId="1403484801">
    <w:abstractNumId w:val="8"/>
  </w:num>
  <w:num w:numId="119" w16cid:durableId="1773741134">
    <w:abstractNumId w:val="10"/>
  </w:num>
  <w:num w:numId="120" w16cid:durableId="610740881">
    <w:abstractNumId w:val="1"/>
  </w:num>
  <w:num w:numId="121" w16cid:durableId="1964119953">
    <w:abstractNumId w:val="2"/>
  </w:num>
  <w:num w:numId="122" w16cid:durableId="1915889608">
    <w:abstractNumId w:val="3"/>
  </w:num>
  <w:num w:numId="123" w16cid:durableId="180123623">
    <w:abstractNumId w:val="4"/>
  </w:num>
  <w:num w:numId="124" w16cid:durableId="1252734729">
    <w:abstractNumId w:val="9"/>
  </w:num>
  <w:num w:numId="125" w16cid:durableId="309792807">
    <w:abstractNumId w:val="5"/>
  </w:num>
  <w:num w:numId="126" w16cid:durableId="1443651204">
    <w:abstractNumId w:val="6"/>
  </w:num>
  <w:num w:numId="127" w16cid:durableId="161700465">
    <w:abstractNumId w:val="7"/>
  </w:num>
  <w:num w:numId="128" w16cid:durableId="435365828">
    <w:abstractNumId w:val="8"/>
  </w:num>
  <w:num w:numId="129" w16cid:durableId="2102945914">
    <w:abstractNumId w:val="10"/>
  </w:num>
  <w:num w:numId="130" w16cid:durableId="1550871524">
    <w:abstractNumId w:val="1"/>
  </w:num>
  <w:num w:numId="131" w16cid:durableId="336227150">
    <w:abstractNumId w:val="2"/>
  </w:num>
  <w:num w:numId="132" w16cid:durableId="945845437">
    <w:abstractNumId w:val="3"/>
  </w:num>
  <w:num w:numId="133" w16cid:durableId="785467756">
    <w:abstractNumId w:val="4"/>
  </w:num>
  <w:num w:numId="134" w16cid:durableId="212273569">
    <w:abstractNumId w:val="9"/>
  </w:num>
  <w:num w:numId="135" w16cid:durableId="400326434">
    <w:abstractNumId w:val="5"/>
  </w:num>
  <w:num w:numId="136" w16cid:durableId="876236244">
    <w:abstractNumId w:val="6"/>
  </w:num>
  <w:num w:numId="137" w16cid:durableId="866720043">
    <w:abstractNumId w:val="7"/>
  </w:num>
  <w:num w:numId="138" w16cid:durableId="981271778">
    <w:abstractNumId w:val="8"/>
  </w:num>
  <w:num w:numId="139" w16cid:durableId="137694425">
    <w:abstractNumId w:val="10"/>
  </w:num>
  <w:num w:numId="140" w16cid:durableId="167987902">
    <w:abstractNumId w:val="1"/>
  </w:num>
  <w:num w:numId="141" w16cid:durableId="853765871">
    <w:abstractNumId w:val="2"/>
  </w:num>
  <w:num w:numId="142" w16cid:durableId="99909555">
    <w:abstractNumId w:val="3"/>
  </w:num>
  <w:num w:numId="143" w16cid:durableId="1931430734">
    <w:abstractNumId w:val="4"/>
  </w:num>
  <w:num w:numId="144" w16cid:durableId="434446222">
    <w:abstractNumId w:val="9"/>
  </w:num>
  <w:num w:numId="145" w16cid:durableId="381559593">
    <w:abstractNumId w:val="5"/>
  </w:num>
  <w:num w:numId="146" w16cid:durableId="1338843358">
    <w:abstractNumId w:val="6"/>
  </w:num>
  <w:num w:numId="147" w16cid:durableId="1806657634">
    <w:abstractNumId w:val="7"/>
  </w:num>
  <w:num w:numId="148" w16cid:durableId="1313363482">
    <w:abstractNumId w:val="8"/>
  </w:num>
  <w:num w:numId="149" w16cid:durableId="1604534934">
    <w:abstractNumId w:val="10"/>
  </w:num>
  <w:num w:numId="150" w16cid:durableId="344476865">
    <w:abstractNumId w:val="1"/>
  </w:num>
  <w:num w:numId="151" w16cid:durableId="1249190800">
    <w:abstractNumId w:val="2"/>
  </w:num>
  <w:num w:numId="152" w16cid:durableId="1150906571">
    <w:abstractNumId w:val="3"/>
  </w:num>
  <w:num w:numId="153" w16cid:durableId="1019234374">
    <w:abstractNumId w:val="4"/>
  </w:num>
  <w:num w:numId="154" w16cid:durableId="511913671">
    <w:abstractNumId w:val="9"/>
  </w:num>
  <w:num w:numId="155" w16cid:durableId="1051921372">
    <w:abstractNumId w:val="5"/>
  </w:num>
  <w:num w:numId="156" w16cid:durableId="416948860">
    <w:abstractNumId w:val="6"/>
  </w:num>
  <w:num w:numId="157" w16cid:durableId="856116165">
    <w:abstractNumId w:val="7"/>
  </w:num>
  <w:num w:numId="158" w16cid:durableId="1407607565">
    <w:abstractNumId w:val="8"/>
  </w:num>
  <w:num w:numId="159" w16cid:durableId="1610354193">
    <w:abstractNumId w:val="10"/>
  </w:num>
  <w:num w:numId="160" w16cid:durableId="1108159518">
    <w:abstractNumId w:val="1"/>
  </w:num>
  <w:num w:numId="161" w16cid:durableId="1556812687">
    <w:abstractNumId w:val="2"/>
  </w:num>
  <w:num w:numId="162" w16cid:durableId="1003627827">
    <w:abstractNumId w:val="3"/>
  </w:num>
  <w:num w:numId="163" w16cid:durableId="346757207">
    <w:abstractNumId w:val="4"/>
  </w:num>
  <w:num w:numId="164" w16cid:durableId="1137994145">
    <w:abstractNumId w:val="9"/>
  </w:num>
  <w:num w:numId="165" w16cid:durableId="533924261">
    <w:abstractNumId w:val="5"/>
  </w:num>
  <w:num w:numId="166" w16cid:durableId="410346979">
    <w:abstractNumId w:val="6"/>
  </w:num>
  <w:num w:numId="167" w16cid:durableId="1237015564">
    <w:abstractNumId w:val="7"/>
  </w:num>
  <w:num w:numId="168" w16cid:durableId="1914313772">
    <w:abstractNumId w:val="8"/>
  </w:num>
  <w:num w:numId="169" w16cid:durableId="92052">
    <w:abstractNumId w:val="10"/>
  </w:num>
  <w:num w:numId="170" w16cid:durableId="1634555039">
    <w:abstractNumId w:val="11"/>
  </w:num>
  <w:num w:numId="171" w16cid:durableId="2024166857">
    <w:abstractNumId w:val="1"/>
  </w:num>
  <w:num w:numId="172" w16cid:durableId="2106655673">
    <w:abstractNumId w:val="2"/>
  </w:num>
  <w:num w:numId="173" w16cid:durableId="611978595">
    <w:abstractNumId w:val="3"/>
  </w:num>
  <w:num w:numId="174" w16cid:durableId="2038071128">
    <w:abstractNumId w:val="4"/>
  </w:num>
  <w:num w:numId="175" w16cid:durableId="1595867777">
    <w:abstractNumId w:val="9"/>
  </w:num>
  <w:num w:numId="176" w16cid:durableId="429934405">
    <w:abstractNumId w:val="5"/>
  </w:num>
  <w:num w:numId="177" w16cid:durableId="385567492">
    <w:abstractNumId w:val="6"/>
  </w:num>
  <w:num w:numId="178" w16cid:durableId="345136946">
    <w:abstractNumId w:val="7"/>
  </w:num>
  <w:num w:numId="179" w16cid:durableId="774985672">
    <w:abstractNumId w:val="8"/>
  </w:num>
  <w:num w:numId="180" w16cid:durableId="1757510294">
    <w:abstractNumId w:val="10"/>
  </w:num>
  <w:num w:numId="181" w16cid:durableId="2164299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ctiveWritingStyle w:appName="MSWord" w:lang="de-CH" w:vendorID="64" w:dllVersion="6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70"/>
    <w:rsid w:val="000077C5"/>
    <w:rsid w:val="00013318"/>
    <w:rsid w:val="000319B2"/>
    <w:rsid w:val="000340B6"/>
    <w:rsid w:val="000431C3"/>
    <w:rsid w:val="00056E2F"/>
    <w:rsid w:val="000679C3"/>
    <w:rsid w:val="00067E2C"/>
    <w:rsid w:val="00077ECE"/>
    <w:rsid w:val="00093C99"/>
    <w:rsid w:val="00094D80"/>
    <w:rsid w:val="00097AB4"/>
    <w:rsid w:val="000C6611"/>
    <w:rsid w:val="000D7AD8"/>
    <w:rsid w:val="000E0040"/>
    <w:rsid w:val="001032BD"/>
    <w:rsid w:val="00140FE2"/>
    <w:rsid w:val="00145339"/>
    <w:rsid w:val="0015717A"/>
    <w:rsid w:val="00173256"/>
    <w:rsid w:val="0017529B"/>
    <w:rsid w:val="00192EBC"/>
    <w:rsid w:val="001979FE"/>
    <w:rsid w:val="001B768E"/>
    <w:rsid w:val="001C42CD"/>
    <w:rsid w:val="001E03EA"/>
    <w:rsid w:val="0020477C"/>
    <w:rsid w:val="00232B8A"/>
    <w:rsid w:val="00257F70"/>
    <w:rsid w:val="00277A06"/>
    <w:rsid w:val="002D3596"/>
    <w:rsid w:val="002D37CF"/>
    <w:rsid w:val="002E5CCB"/>
    <w:rsid w:val="003337AC"/>
    <w:rsid w:val="00336A92"/>
    <w:rsid w:val="0034431B"/>
    <w:rsid w:val="003779E4"/>
    <w:rsid w:val="0039293F"/>
    <w:rsid w:val="003B2AA5"/>
    <w:rsid w:val="003D277F"/>
    <w:rsid w:val="003D612A"/>
    <w:rsid w:val="003D7F0E"/>
    <w:rsid w:val="003E1ADF"/>
    <w:rsid w:val="003F4068"/>
    <w:rsid w:val="003F6326"/>
    <w:rsid w:val="0041293F"/>
    <w:rsid w:val="0043377F"/>
    <w:rsid w:val="00434290"/>
    <w:rsid w:val="00464292"/>
    <w:rsid w:val="004706E1"/>
    <w:rsid w:val="004A330C"/>
    <w:rsid w:val="004A3B81"/>
    <w:rsid w:val="004C073D"/>
    <w:rsid w:val="004C73D8"/>
    <w:rsid w:val="004D3709"/>
    <w:rsid w:val="004D4128"/>
    <w:rsid w:val="004E6C7C"/>
    <w:rsid w:val="004F5809"/>
    <w:rsid w:val="004F72FB"/>
    <w:rsid w:val="00505942"/>
    <w:rsid w:val="00522E5E"/>
    <w:rsid w:val="00523CB0"/>
    <w:rsid w:val="00533A8D"/>
    <w:rsid w:val="005414A5"/>
    <w:rsid w:val="005447ED"/>
    <w:rsid w:val="005607D9"/>
    <w:rsid w:val="00566B8C"/>
    <w:rsid w:val="00571E21"/>
    <w:rsid w:val="005778CE"/>
    <w:rsid w:val="005A35D7"/>
    <w:rsid w:val="005D2902"/>
    <w:rsid w:val="005F0F14"/>
    <w:rsid w:val="00614B32"/>
    <w:rsid w:val="00632F89"/>
    <w:rsid w:val="00642217"/>
    <w:rsid w:val="0067535A"/>
    <w:rsid w:val="0068250B"/>
    <w:rsid w:val="00690E8A"/>
    <w:rsid w:val="006A3465"/>
    <w:rsid w:val="006B32CB"/>
    <w:rsid w:val="006B575C"/>
    <w:rsid w:val="006C116A"/>
    <w:rsid w:val="006C3A49"/>
    <w:rsid w:val="006C3AA0"/>
    <w:rsid w:val="006D173A"/>
    <w:rsid w:val="006E3E73"/>
    <w:rsid w:val="006E6098"/>
    <w:rsid w:val="006F40C6"/>
    <w:rsid w:val="006F58D9"/>
    <w:rsid w:val="006F63AC"/>
    <w:rsid w:val="006F77B4"/>
    <w:rsid w:val="00701BDE"/>
    <w:rsid w:val="007451E9"/>
    <w:rsid w:val="00750C6B"/>
    <w:rsid w:val="0076042E"/>
    <w:rsid w:val="007608DD"/>
    <w:rsid w:val="00774AD0"/>
    <w:rsid w:val="0077770F"/>
    <w:rsid w:val="00786187"/>
    <w:rsid w:val="00797A61"/>
    <w:rsid w:val="007B168C"/>
    <w:rsid w:val="007C4388"/>
    <w:rsid w:val="007E4745"/>
    <w:rsid w:val="007F601C"/>
    <w:rsid w:val="00803505"/>
    <w:rsid w:val="00814292"/>
    <w:rsid w:val="008379E3"/>
    <w:rsid w:val="008413AE"/>
    <w:rsid w:val="00841971"/>
    <w:rsid w:val="00842159"/>
    <w:rsid w:val="00845F77"/>
    <w:rsid w:val="00851A01"/>
    <w:rsid w:val="00861AFB"/>
    <w:rsid w:val="008708E0"/>
    <w:rsid w:val="00885E3A"/>
    <w:rsid w:val="00897CAF"/>
    <w:rsid w:val="008B76C7"/>
    <w:rsid w:val="008D4FEE"/>
    <w:rsid w:val="009035ED"/>
    <w:rsid w:val="00903924"/>
    <w:rsid w:val="009371CF"/>
    <w:rsid w:val="00963694"/>
    <w:rsid w:val="009B4B79"/>
    <w:rsid w:val="009E4C59"/>
    <w:rsid w:val="009F2B1B"/>
    <w:rsid w:val="00A01D47"/>
    <w:rsid w:val="00A100A6"/>
    <w:rsid w:val="00A13668"/>
    <w:rsid w:val="00A22A2C"/>
    <w:rsid w:val="00A3058A"/>
    <w:rsid w:val="00A511F1"/>
    <w:rsid w:val="00A52867"/>
    <w:rsid w:val="00A702F8"/>
    <w:rsid w:val="00A8270B"/>
    <w:rsid w:val="00A972A6"/>
    <w:rsid w:val="00AB31E0"/>
    <w:rsid w:val="00AD5F89"/>
    <w:rsid w:val="00B054FA"/>
    <w:rsid w:val="00B137EC"/>
    <w:rsid w:val="00B3250F"/>
    <w:rsid w:val="00B737E7"/>
    <w:rsid w:val="00B77DE4"/>
    <w:rsid w:val="00B8663F"/>
    <w:rsid w:val="00BB1AC2"/>
    <w:rsid w:val="00BD6809"/>
    <w:rsid w:val="00BE513F"/>
    <w:rsid w:val="00C074F2"/>
    <w:rsid w:val="00C15960"/>
    <w:rsid w:val="00C16F2B"/>
    <w:rsid w:val="00C17BDC"/>
    <w:rsid w:val="00C240D1"/>
    <w:rsid w:val="00C26BFB"/>
    <w:rsid w:val="00C4186E"/>
    <w:rsid w:val="00C5081F"/>
    <w:rsid w:val="00C537F7"/>
    <w:rsid w:val="00C53DE2"/>
    <w:rsid w:val="00C83AD1"/>
    <w:rsid w:val="00C9776F"/>
    <w:rsid w:val="00CA2C4F"/>
    <w:rsid w:val="00CA57A3"/>
    <w:rsid w:val="00CD7BD0"/>
    <w:rsid w:val="00CE2730"/>
    <w:rsid w:val="00D01C7C"/>
    <w:rsid w:val="00D148C8"/>
    <w:rsid w:val="00D15C41"/>
    <w:rsid w:val="00D47B9A"/>
    <w:rsid w:val="00D60969"/>
    <w:rsid w:val="00D7230C"/>
    <w:rsid w:val="00DB5B49"/>
    <w:rsid w:val="00DD231F"/>
    <w:rsid w:val="00DF44DE"/>
    <w:rsid w:val="00E0343F"/>
    <w:rsid w:val="00E17283"/>
    <w:rsid w:val="00E26AE8"/>
    <w:rsid w:val="00E32214"/>
    <w:rsid w:val="00E42B0F"/>
    <w:rsid w:val="00E54345"/>
    <w:rsid w:val="00E70114"/>
    <w:rsid w:val="00E73A82"/>
    <w:rsid w:val="00E82677"/>
    <w:rsid w:val="00E90AB7"/>
    <w:rsid w:val="00EA394D"/>
    <w:rsid w:val="00EB0B32"/>
    <w:rsid w:val="00EB5996"/>
    <w:rsid w:val="00EB6D88"/>
    <w:rsid w:val="00EC026C"/>
    <w:rsid w:val="00EC0365"/>
    <w:rsid w:val="00EE460D"/>
    <w:rsid w:val="00F0723F"/>
    <w:rsid w:val="00F32A67"/>
    <w:rsid w:val="00F36C70"/>
    <w:rsid w:val="00F512B7"/>
    <w:rsid w:val="00F57448"/>
    <w:rsid w:val="00F60D40"/>
    <w:rsid w:val="00F62B99"/>
    <w:rsid w:val="00F666DC"/>
    <w:rsid w:val="00F82637"/>
    <w:rsid w:val="00F86593"/>
    <w:rsid w:val="00FA0E75"/>
    <w:rsid w:val="00FE13BB"/>
    <w:rsid w:val="00FE5643"/>
    <w:rsid w:val="00FF0ED4"/>
    <w:rsid w:val="00FF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B01838"/>
  <w15:chartTrackingRefBased/>
  <w15:docId w15:val="{93A4C338-CD18-B04A-95C5-F722BA34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14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9" w:unhideWhenUsed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/>
    <w:lsdException w:name="Intense Quote" w:semiHidden="1" w:uiPriority="29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8"/>
    <w:lsdException w:name="Intense Emphasis" w:uiPriority="21" w:qFormat="1"/>
    <w:lsdException w:name="Subtle Reference" w:semiHidden="1" w:uiPriority="30"/>
    <w:lsdException w:name="Intense Reference" w:semiHidden="1" w:uiPriority="31"/>
    <w:lsdException w:name="Book Title" w:semiHidden="1" w:uiPriority="32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1" w:uiPriority="49"/>
    <w:lsdException w:name="Grid Table 5 Dark" w:locked="1" w:uiPriority="50"/>
    <w:lsdException w:name="Grid Table 6 Colorful" w:locked="1" w:uiPriority="51"/>
    <w:lsdException w:name="Grid Table 7 Colorful" w:locked="1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locked="1" w:uiPriority="50"/>
    <w:lsdException w:name="Grid Table 6 Colorful Accent 1" w:locked="1" w:uiPriority="51"/>
    <w:lsdException w:name="Grid Table 7 Colorful Accent 1" w:locked="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locked="1" w:uiPriority="49"/>
    <w:lsdException w:name="Grid Table 5 Dark Accent 2" w:locked="1" w:uiPriority="50"/>
    <w:lsdException w:name="Grid Table 6 Colorful Accent 2" w:locked="1" w:uiPriority="51"/>
    <w:lsdException w:name="Grid Table 7 Colorful Accent 2" w:locked="1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locked="1" w:uiPriority="49"/>
    <w:lsdException w:name="Grid Table 5 Dark Accent 3" w:locked="1" w:uiPriority="50"/>
    <w:lsdException w:name="Grid Table 6 Colorful Accent 3" w:locked="1" w:uiPriority="51"/>
    <w:lsdException w:name="Grid Table 7 Colorful Accent 3" w:locked="1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locked="1" w:uiPriority="49"/>
    <w:lsdException w:name="Grid Table 5 Dark Accent 4" w:locked="1" w:uiPriority="50"/>
    <w:lsdException w:name="Grid Table 6 Colorful Accent 4" w:locked="1" w:uiPriority="51"/>
    <w:lsdException w:name="Grid Table 7 Colorful Accent 4" w:locked="1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1" w:uiPriority="49"/>
    <w:lsdException w:name="Grid Table 5 Dark Accent 5" w:locked="1" w:uiPriority="50"/>
    <w:lsdException w:name="Grid Table 6 Colorful Accent 5" w:locked="1" w:uiPriority="51"/>
    <w:lsdException w:name="Grid Table 7 Colorful Accent 5" w:locked="1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locked="1" w:uiPriority="49"/>
    <w:lsdException w:name="Grid Table 5 Dark Accent 6" w:locked="1" w:uiPriority="50"/>
    <w:lsdException w:name="Grid Table 6 Colorful Accent 6" w:locked="1" w:uiPriority="51"/>
    <w:lsdException w:name="Grid Table 7 Colorful Accent 6" w:locked="1" w:uiPriority="52"/>
    <w:lsdException w:name="List Table 1 Light" w:uiPriority="46"/>
    <w:lsdException w:name="List Table 2" w:uiPriority="47"/>
    <w:lsdException w:name="List Table 3" w:uiPriority="48"/>
    <w:lsdException w:name="List Table 4" w:locked="1" w:uiPriority="49"/>
    <w:lsdException w:name="List Table 5 Dark" w:locked="1" w:uiPriority="50"/>
    <w:lsdException w:name="List Table 6 Colorful" w:locked="1" w:uiPriority="51"/>
    <w:lsdException w:name="List Table 7 Colorful" w:locked="1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locked="1" w:uiPriority="50"/>
    <w:lsdException w:name="List Table 6 Colorful Accent 1" w:locked="1" w:uiPriority="51"/>
    <w:lsdException w:name="List Table 7 Colorful Accent 1" w:locked="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locked="1" w:uiPriority="49"/>
    <w:lsdException w:name="List Table 5 Dark Accent 2" w:locked="1" w:uiPriority="50"/>
    <w:lsdException w:name="List Table 6 Colorful Accent 2" w:locked="1" w:uiPriority="51"/>
    <w:lsdException w:name="List Table 7 Colorful Accent 2" w:locked="1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locked="1" w:uiPriority="49"/>
    <w:lsdException w:name="List Table 5 Dark Accent 3" w:locked="1" w:uiPriority="50"/>
    <w:lsdException w:name="List Table 6 Colorful Accent 3" w:locked="1" w:uiPriority="51"/>
    <w:lsdException w:name="List Table 7 Colorful Accent 3" w:locked="1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locked="1" w:uiPriority="49"/>
    <w:lsdException w:name="List Table 5 Dark Accent 4" w:locked="1" w:uiPriority="50"/>
    <w:lsdException w:name="List Table 6 Colorful Accent 4" w:locked="1" w:uiPriority="51"/>
    <w:lsdException w:name="List Table 7 Colorful Accent 4" w:locked="1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locked="1" w:uiPriority="49"/>
    <w:lsdException w:name="List Table 5 Dark Accent 5" w:locked="1" w:uiPriority="50"/>
    <w:lsdException w:name="List Table 6 Colorful Accent 5" w:locked="1" w:uiPriority="51"/>
    <w:lsdException w:name="List Table 7 Colorful Accent 5" w:locked="1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locked="1" w:uiPriority="49"/>
    <w:lsdException w:name="List Table 5 Dark Accent 6" w:locked="1" w:uiPriority="50"/>
    <w:lsdException w:name="List Table 6 Colorful Accent 6" w:locked="1" w:uiPriority="51"/>
    <w:lsdException w:name="List Table 7 Colorful Accent 6" w:locked="1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073D"/>
    <w:rPr>
      <w:color w:val="100C2A" w:themeColor="text1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3779E4"/>
    <w:pPr>
      <w:keepNext/>
      <w:keepLines/>
      <w:pageBreakBefore/>
      <w:numPr>
        <w:numId w:val="26"/>
      </w:numPr>
      <w:spacing w:before="800" w:line="240" w:lineRule="auto"/>
      <w:outlineLvl w:val="0"/>
    </w:pPr>
    <w:rPr>
      <w:rFonts w:asciiTheme="majorHAnsi" w:eastAsiaTheme="majorEastAsia" w:hAnsiTheme="majorHAnsi" w:cstheme="majorBidi"/>
      <w:b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3779E4"/>
    <w:pPr>
      <w:keepNext/>
      <w:keepLines/>
      <w:numPr>
        <w:ilvl w:val="1"/>
        <w:numId w:val="26"/>
      </w:numPr>
      <w:spacing w:before="600" w:line="240" w:lineRule="auto"/>
      <w:outlineLvl w:val="1"/>
    </w:pPr>
    <w:rPr>
      <w:rFonts w:asciiTheme="majorHAnsi" w:eastAsiaTheme="majorEastAsia" w:hAnsiTheme="majorHAnsi" w:cstheme="majorBidi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3779E4"/>
    <w:pPr>
      <w:keepNext/>
      <w:keepLines/>
      <w:numPr>
        <w:ilvl w:val="2"/>
        <w:numId w:val="26"/>
      </w:numPr>
      <w:spacing w:before="600" w:line="240" w:lineRule="auto"/>
      <w:outlineLvl w:val="2"/>
    </w:pPr>
    <w:rPr>
      <w:rFonts w:asciiTheme="majorHAnsi" w:eastAsiaTheme="majorEastAsia" w:hAnsiTheme="majorHAnsi" w:cstheme="majorBidi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2"/>
    <w:qFormat/>
    <w:rsid w:val="003779E4"/>
    <w:pPr>
      <w:keepNext/>
      <w:keepLines/>
      <w:spacing w:before="60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8"/>
    <w:semiHidden/>
    <w:rsid w:val="006C116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22955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"/>
    <w:qFormat/>
    <w:rsid w:val="0068250B"/>
    <w:pPr>
      <w:numPr>
        <w:numId w:val="10"/>
      </w:numPr>
      <w:contextualSpacing/>
    </w:pPr>
  </w:style>
  <w:style w:type="paragraph" w:customStyle="1" w:styleId="Aufzhlung">
    <w:name w:val="Aufzählung"/>
    <w:basedOn w:val="Listenabsatz"/>
    <w:uiPriority w:val="3"/>
    <w:qFormat/>
    <w:rsid w:val="0068250B"/>
    <w:pPr>
      <w:numPr>
        <w:numId w:val="1"/>
      </w:numPr>
      <w:spacing w:after="100"/>
      <w:contextualSpacing w:val="0"/>
    </w:pPr>
  </w:style>
  <w:style w:type="paragraph" w:styleId="Kopfzeile">
    <w:name w:val="header"/>
    <w:link w:val="KopfzeileZchn"/>
    <w:uiPriority w:val="19"/>
    <w:semiHidden/>
    <w:rsid w:val="00870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19"/>
    <w:semiHidden/>
    <w:rsid w:val="003D7F0E"/>
  </w:style>
  <w:style w:type="paragraph" w:styleId="Fuzeile">
    <w:name w:val="footer"/>
    <w:basedOn w:val="Standard"/>
    <w:link w:val="FuzeileZchn"/>
    <w:uiPriority w:val="14"/>
    <w:unhideWhenUsed/>
    <w:rsid w:val="00CA57A3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14"/>
    <w:rsid w:val="00CA57A3"/>
    <w:rPr>
      <w:sz w:val="16"/>
    </w:rPr>
  </w:style>
  <w:style w:type="table" w:styleId="Tabellenraster">
    <w:name w:val="Table Grid"/>
    <w:aliases w:val="NewBrand"/>
    <w:basedOn w:val="NormaleTabelle"/>
    <w:uiPriority w:val="59"/>
    <w:rsid w:val="00232B8A"/>
    <w:pPr>
      <w:spacing w:after="0" w:line="240" w:lineRule="auto"/>
    </w:pPr>
    <w:rPr>
      <w:rFonts w:ascii="Arial" w:hAnsi="Arial"/>
    </w:rPr>
    <w:tblPr/>
  </w:style>
  <w:style w:type="character" w:styleId="Platzhaltertext">
    <w:name w:val="Placeholder Text"/>
    <w:basedOn w:val="Absatz-Standardschriftart"/>
    <w:uiPriority w:val="99"/>
    <w:semiHidden/>
    <w:rsid w:val="006C116A"/>
    <w:rPr>
      <w:color w:val="808080"/>
    </w:rPr>
  </w:style>
  <w:style w:type="paragraph" w:styleId="Beschriftung">
    <w:name w:val="caption"/>
    <w:basedOn w:val="Standard"/>
    <w:next w:val="Standard"/>
    <w:uiPriority w:val="34"/>
    <w:semiHidden/>
    <w:qFormat/>
    <w:rsid w:val="008708E0"/>
    <w:pPr>
      <w:spacing w:line="240" w:lineRule="auto"/>
    </w:pPr>
    <w:rPr>
      <w:iCs/>
      <w:color w:val="193773" w:themeColor="accent1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3779E4"/>
    <w:rPr>
      <w:rFonts w:asciiTheme="majorHAnsi" w:eastAsiaTheme="majorEastAsia" w:hAnsiTheme="majorHAnsi" w:cstheme="majorBidi"/>
      <w:color w:val="100C2A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3779E4"/>
    <w:rPr>
      <w:rFonts w:asciiTheme="majorHAnsi" w:eastAsiaTheme="majorEastAsia" w:hAnsiTheme="majorHAnsi" w:cstheme="majorBidi"/>
      <w:color w:val="100C2A" w:themeColor="text1"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3779E4"/>
    <w:rPr>
      <w:rFonts w:asciiTheme="majorHAnsi" w:eastAsiaTheme="majorEastAsia" w:hAnsiTheme="majorHAnsi" w:cstheme="majorBidi"/>
      <w:iCs/>
      <w:color w:val="100C2A" w:themeColor="text1"/>
    </w:rPr>
  </w:style>
  <w:style w:type="character" w:customStyle="1" w:styleId="berschrift5Zchn">
    <w:name w:val="Überschrift 5 Zchn"/>
    <w:basedOn w:val="Absatz-Standardschriftart"/>
    <w:link w:val="berschrift5"/>
    <w:uiPriority w:val="8"/>
    <w:semiHidden/>
    <w:rsid w:val="00FA0E75"/>
    <w:rPr>
      <w:rFonts w:asciiTheme="majorHAnsi" w:eastAsiaTheme="majorEastAsia" w:hAnsiTheme="majorHAnsi" w:cstheme="majorBidi"/>
      <w:color w:val="122955" w:themeColor="accent1" w:themeShade="BF"/>
    </w:rPr>
  </w:style>
  <w:style w:type="paragraph" w:customStyle="1" w:styleId="Tabellenberschrift">
    <w:name w:val="Tabellenüberschrift"/>
    <w:basedOn w:val="Standard"/>
    <w:next w:val="Standard"/>
    <w:autoRedefine/>
    <w:uiPriority w:val="15"/>
    <w:semiHidden/>
    <w:rsid w:val="00BD6809"/>
    <w:pPr>
      <w:jc w:val="center"/>
    </w:pPr>
    <w:rPr>
      <w:b/>
    </w:rPr>
  </w:style>
  <w:style w:type="paragraph" w:customStyle="1" w:styleId="Dokumententitel">
    <w:name w:val="Dokumententitel"/>
    <w:link w:val="DokumententitelZchn"/>
    <w:uiPriority w:val="19"/>
    <w:semiHidden/>
    <w:unhideWhenUsed/>
    <w:qFormat/>
    <w:rsid w:val="002D37CF"/>
    <w:pPr>
      <w:spacing w:line="240" w:lineRule="auto"/>
    </w:pPr>
    <w:rPr>
      <w:rFonts w:ascii="Arial" w:hAnsi="Arial" w:cs="Arial"/>
      <w:b/>
      <w:color w:val="FFFFFF" w:themeColor="background2"/>
      <w:sz w:val="56"/>
      <w:szCs w:val="32"/>
      <w:lang w:val="de-CH"/>
    </w:rPr>
  </w:style>
  <w:style w:type="character" w:customStyle="1" w:styleId="DokumententitelZchn">
    <w:name w:val="Dokumententitel Zchn"/>
    <w:basedOn w:val="Absatz-Standardschriftart"/>
    <w:link w:val="Dokumententitel"/>
    <w:uiPriority w:val="19"/>
    <w:semiHidden/>
    <w:rsid w:val="00FA0E75"/>
    <w:rPr>
      <w:rFonts w:ascii="Arial" w:hAnsi="Arial" w:cs="Arial"/>
      <w:b/>
      <w:color w:val="FFFFFF" w:themeColor="background2"/>
      <w:sz w:val="56"/>
      <w:szCs w:val="32"/>
      <w:lang w:val="de-CH"/>
    </w:rPr>
  </w:style>
  <w:style w:type="paragraph" w:styleId="Funotentext">
    <w:name w:val="footnote text"/>
    <w:basedOn w:val="Standard"/>
    <w:link w:val="FunotentextZchn"/>
    <w:uiPriority w:val="14"/>
    <w:semiHidden/>
    <w:rsid w:val="001979FE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14"/>
    <w:semiHidden/>
    <w:rsid w:val="001979FE"/>
    <w:rPr>
      <w:sz w:val="20"/>
      <w:szCs w:val="20"/>
    </w:rPr>
  </w:style>
  <w:style w:type="character" w:styleId="Funotenzeichen">
    <w:name w:val="footnote reference"/>
    <w:basedOn w:val="Absatz-Standardschriftart"/>
    <w:uiPriority w:val="14"/>
    <w:semiHidden/>
    <w:rsid w:val="001979FE"/>
    <w:rPr>
      <w:color w:val="193773" w:themeColor="accent1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3779E4"/>
    <w:rPr>
      <w:rFonts w:asciiTheme="majorHAnsi" w:eastAsiaTheme="majorEastAsia" w:hAnsiTheme="majorHAnsi" w:cstheme="majorBidi"/>
      <w:b/>
      <w:color w:val="100C2A" w:themeColor="text1"/>
      <w:sz w:val="44"/>
      <w:szCs w:val="32"/>
    </w:rPr>
  </w:style>
  <w:style w:type="paragraph" w:styleId="Inhaltsverzeichnisberschrift">
    <w:name w:val="TOC Heading"/>
    <w:next w:val="Standard"/>
    <w:uiPriority w:val="38"/>
    <w:semiHidden/>
    <w:rsid w:val="009F2B1B"/>
    <w:pPr>
      <w:pageBreakBefore/>
    </w:pPr>
    <w:rPr>
      <w:rFonts w:asciiTheme="majorHAnsi" w:eastAsiaTheme="majorEastAsia" w:hAnsiTheme="majorHAnsi" w:cstheme="majorBidi"/>
      <w:b/>
      <w:bCs/>
      <w:color w:val="FF4B4B"/>
      <w:sz w:val="32"/>
      <w:szCs w:val="28"/>
      <w:lang w:val="de-CH" w:eastAsia="de-DE"/>
    </w:rPr>
  </w:style>
  <w:style w:type="paragraph" w:styleId="Verzeichnis1">
    <w:name w:val="toc 1"/>
    <w:basedOn w:val="Standard"/>
    <w:next w:val="Standard"/>
    <w:autoRedefine/>
    <w:uiPriority w:val="39"/>
    <w:semiHidden/>
    <w:rsid w:val="00E82677"/>
    <w:pPr>
      <w:tabs>
        <w:tab w:val="left" w:pos="851"/>
        <w:tab w:val="right" w:leader="dot" w:pos="9060"/>
      </w:tabs>
      <w:spacing w:before="240" w:after="120"/>
    </w:pPr>
    <w:rPr>
      <w:rFonts w:cstheme="minorHAnsi"/>
      <w:b/>
      <w:bCs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semiHidden/>
    <w:rsid w:val="00E82677"/>
    <w:pPr>
      <w:tabs>
        <w:tab w:val="left" w:pos="851"/>
        <w:tab w:val="right" w:leader="dot" w:pos="9060"/>
      </w:tabs>
    </w:pPr>
    <w:rPr>
      <w:rFonts w:cstheme="minorHAnsi"/>
      <w:bCs/>
      <w:noProof/>
    </w:rPr>
  </w:style>
  <w:style w:type="character" w:styleId="Hyperlink">
    <w:name w:val="Hyperlink"/>
    <w:basedOn w:val="Absatz-Standardschriftart"/>
    <w:uiPriority w:val="99"/>
    <w:unhideWhenUsed/>
    <w:qFormat/>
    <w:rsid w:val="004C073D"/>
    <w:rPr>
      <w:rFonts w:asciiTheme="minorHAnsi" w:hAnsiTheme="minorHAnsi"/>
      <w:color w:val="193773" w:themeColor="accent1"/>
      <w:u w:val="single"/>
    </w:rPr>
  </w:style>
  <w:style w:type="paragraph" w:styleId="Verzeichnis3">
    <w:name w:val="toc 3"/>
    <w:basedOn w:val="Standard"/>
    <w:next w:val="Standard"/>
    <w:autoRedefine/>
    <w:uiPriority w:val="39"/>
    <w:semiHidden/>
    <w:rsid w:val="00E82677"/>
    <w:pPr>
      <w:tabs>
        <w:tab w:val="left" w:pos="851"/>
        <w:tab w:val="right" w:leader="dot" w:pos="9060"/>
      </w:tabs>
    </w:pPr>
    <w:rPr>
      <w:rFonts w:cstheme="minorHAnsi"/>
      <w:noProof/>
    </w:rPr>
  </w:style>
  <w:style w:type="paragraph" w:styleId="Verzeichnis4">
    <w:name w:val="toc 4"/>
    <w:basedOn w:val="Standard"/>
    <w:next w:val="Standard"/>
    <w:autoRedefine/>
    <w:uiPriority w:val="39"/>
    <w:semiHidden/>
    <w:rsid w:val="00E82677"/>
    <w:pPr>
      <w:tabs>
        <w:tab w:val="left" w:pos="851"/>
        <w:tab w:val="right" w:leader="dot" w:pos="9060"/>
      </w:tabs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2217"/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2217"/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2217"/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2217"/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2217"/>
    <w:rPr>
      <w:rFonts w:cstheme="minorHAnsi"/>
    </w:rPr>
  </w:style>
  <w:style w:type="character" w:styleId="Seitenzahl">
    <w:name w:val="page number"/>
    <w:basedOn w:val="Absatz-Standardschriftart"/>
    <w:uiPriority w:val="19"/>
    <w:semiHidden/>
    <w:rsid w:val="00C074F2"/>
    <w:rPr>
      <w:rFonts w:ascii="Arial" w:hAnsi="Arial"/>
    </w:rPr>
  </w:style>
  <w:style w:type="paragraph" w:styleId="berarbeitung">
    <w:name w:val="Revision"/>
    <w:hidden/>
    <w:uiPriority w:val="99"/>
    <w:semiHidden/>
    <w:rsid w:val="00DD231F"/>
    <w:pPr>
      <w:spacing w:after="0" w:line="240" w:lineRule="auto"/>
    </w:pPr>
    <w:rPr>
      <w:rFonts w:ascii="Arial" w:hAnsi="Arial" w:cs="Arial"/>
      <w:color w:val="100C2A" w:themeColor="text1"/>
      <w:lang w:val="de-CH"/>
    </w:rPr>
  </w:style>
  <w:style w:type="character" w:customStyle="1" w:styleId="Unterstrichen">
    <w:name w:val="Unterstrichen"/>
    <w:basedOn w:val="Absatz-Standardschriftart"/>
    <w:uiPriority w:val="4"/>
    <w:qFormat/>
    <w:rsid w:val="004C073D"/>
    <w:rPr>
      <w:rFonts w:asciiTheme="minorHAnsi" w:hAnsiTheme="minorHAnsi"/>
      <w:u w:val="single"/>
    </w:rPr>
  </w:style>
  <w:style w:type="table" w:styleId="Listentabelle4Akzent1">
    <w:name w:val="List Table 4 Accent 1"/>
    <w:basedOn w:val="NormaleTabelle"/>
    <w:uiPriority w:val="49"/>
    <w:rsid w:val="0034431B"/>
    <w:pPr>
      <w:spacing w:after="0" w:line="240" w:lineRule="auto"/>
    </w:pPr>
    <w:tblPr>
      <w:tblStyleRowBandSize w:val="1"/>
      <w:tblStyleColBandSize w:val="1"/>
      <w:tblBorders>
        <w:top w:val="single" w:sz="4" w:space="0" w:color="4878D7" w:themeColor="accent1" w:themeTint="99"/>
        <w:left w:val="single" w:sz="4" w:space="0" w:color="4878D7" w:themeColor="accent1" w:themeTint="99"/>
        <w:bottom w:val="single" w:sz="4" w:space="0" w:color="4878D7" w:themeColor="accent1" w:themeTint="99"/>
        <w:right w:val="single" w:sz="4" w:space="0" w:color="4878D7" w:themeColor="accent1" w:themeTint="99"/>
        <w:insideH w:val="single" w:sz="4" w:space="0" w:color="4878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3773" w:themeColor="accent1"/>
          <w:left w:val="single" w:sz="4" w:space="0" w:color="193773" w:themeColor="accent1"/>
          <w:bottom w:val="single" w:sz="4" w:space="0" w:color="193773" w:themeColor="accent1"/>
          <w:right w:val="single" w:sz="4" w:space="0" w:color="193773" w:themeColor="accent1"/>
          <w:insideH w:val="nil"/>
        </w:tcBorders>
        <w:shd w:val="clear" w:color="auto" w:fill="193773" w:themeFill="accent1"/>
      </w:tcPr>
    </w:tblStylePr>
    <w:tblStylePr w:type="lastRow">
      <w:rPr>
        <w:b/>
        <w:bCs/>
      </w:rPr>
      <w:tblPr/>
      <w:tcPr>
        <w:tcBorders>
          <w:top w:val="double" w:sz="4" w:space="0" w:color="4878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2F1" w:themeFill="accent1" w:themeFillTint="33"/>
      </w:tcPr>
    </w:tblStylePr>
    <w:tblStylePr w:type="band1Horz">
      <w:tblPr/>
      <w:tcPr>
        <w:shd w:val="clear" w:color="auto" w:fill="C2D2F1" w:themeFill="accent1" w:themeFillTint="33"/>
      </w:tcPr>
    </w:tblStylePr>
  </w:style>
  <w:style w:type="paragraph" w:styleId="Abbildungsverzeichnis">
    <w:name w:val="table of figures"/>
    <w:basedOn w:val="Standard"/>
    <w:next w:val="Standard"/>
    <w:uiPriority w:val="15"/>
    <w:semiHidden/>
    <w:rsid w:val="00EC026C"/>
    <w:pPr>
      <w:spacing w:after="0"/>
    </w:pPr>
  </w:style>
  <w:style w:type="paragraph" w:styleId="Untertitel">
    <w:name w:val="Subtitle"/>
    <w:basedOn w:val="Standard"/>
    <w:next w:val="Standard"/>
    <w:link w:val="UntertitelZchn"/>
    <w:uiPriority w:val="10"/>
    <w:qFormat/>
    <w:rsid w:val="00803505"/>
    <w:pPr>
      <w:numPr>
        <w:ilvl w:val="1"/>
      </w:numPr>
      <w:spacing w:after="800" w:line="240" w:lineRule="auto"/>
    </w:pPr>
    <w:rPr>
      <w:rFonts w:ascii="Segoe UI Semibold" w:eastAsiaTheme="minorEastAsia" w:hAnsi="Segoe UI Semibold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0"/>
    <w:rsid w:val="00803505"/>
    <w:rPr>
      <w:rFonts w:ascii="Segoe UI Semibold" w:eastAsiaTheme="minorEastAsia" w:hAnsi="Segoe UI Semibold"/>
      <w:spacing w:val="15"/>
    </w:rPr>
  </w:style>
  <w:style w:type="character" w:styleId="Hervorhebung">
    <w:name w:val="Emphasis"/>
    <w:basedOn w:val="Absatz-Standardschriftart"/>
    <w:uiPriority w:val="4"/>
    <w:qFormat/>
    <w:rsid w:val="004C073D"/>
    <w:rPr>
      <w:rFonts w:asciiTheme="minorHAnsi" w:hAnsiTheme="minorHAnsi"/>
      <w:i/>
      <w:iCs/>
    </w:rPr>
  </w:style>
  <w:style w:type="character" w:styleId="IntensiveHervorhebung">
    <w:name w:val="Intense Emphasis"/>
    <w:basedOn w:val="Absatz-Standardschriftart"/>
    <w:uiPriority w:val="4"/>
    <w:qFormat/>
    <w:rsid w:val="000077C5"/>
    <w:rPr>
      <w:rFonts w:ascii="Segoe UI Semibold" w:hAnsi="Segoe UI Semibold"/>
      <w:i w:val="0"/>
      <w:iCs/>
      <w:color w:val="FF4B4B"/>
      <w14:textFill>
        <w14:gradFill>
          <w14:gsLst>
            <w14:gs w14:pos="0">
              <w14:srgbClr w14:val="FF4B4B"/>
            </w14:gs>
            <w14:gs w14:pos="100000">
              <w14:srgbClr w14:val="FF744F"/>
            </w14:gs>
          </w14:gsLst>
          <w14:lin w14:ang="18900000" w14:scaled="0"/>
        </w14:gradFill>
      </w14:textFill>
    </w:rPr>
  </w:style>
  <w:style w:type="paragraph" w:customStyle="1" w:styleId="Vorderseite">
    <w:name w:val="Vorderseite"/>
    <w:basedOn w:val="Standard"/>
    <w:uiPriority w:val="15"/>
    <w:semiHidden/>
    <w:rsid w:val="00C83AD1"/>
    <w:pPr>
      <w:tabs>
        <w:tab w:val="left" w:pos="142"/>
        <w:tab w:val="right" w:pos="284"/>
        <w:tab w:val="right" w:pos="425"/>
        <w:tab w:val="right" w:pos="567"/>
        <w:tab w:val="left" w:pos="3119"/>
        <w:tab w:val="left" w:pos="4536"/>
        <w:tab w:val="right" w:pos="9072"/>
      </w:tabs>
      <w:spacing w:after="0"/>
    </w:pPr>
    <w:rPr>
      <w:szCs w:val="24"/>
    </w:rPr>
  </w:style>
  <w:style w:type="paragraph" w:customStyle="1" w:styleId="HeaderDokumenttitel">
    <w:name w:val="Header: Dokumenttitel"/>
    <w:basedOn w:val="Kopfzeile"/>
    <w:uiPriority w:val="15"/>
    <w:semiHidden/>
    <w:rsid w:val="00C074F2"/>
    <w:rPr>
      <w:b/>
      <w:color w:val="2D3842"/>
      <w:sz w:val="18"/>
    </w:rPr>
  </w:style>
  <w:style w:type="character" w:styleId="Fett">
    <w:name w:val="Strong"/>
    <w:basedOn w:val="Absatz-Standardschriftart"/>
    <w:uiPriority w:val="4"/>
    <w:qFormat/>
    <w:rsid w:val="004C073D"/>
    <w:rPr>
      <w:rFonts w:asciiTheme="minorHAnsi" w:hAnsiTheme="minorHAnsi"/>
      <w:b/>
      <w:bCs/>
    </w:rPr>
  </w:style>
  <w:style w:type="paragraph" w:styleId="Zitat">
    <w:name w:val="Quote"/>
    <w:basedOn w:val="Standard"/>
    <w:next w:val="Standard"/>
    <w:link w:val="ZitatZchn"/>
    <w:uiPriority w:val="6"/>
    <w:rsid w:val="006C3AA0"/>
    <w:pPr>
      <w:spacing w:before="200" w:after="160"/>
      <w:ind w:left="864" w:right="864"/>
      <w:jc w:val="center"/>
    </w:pPr>
    <w:rPr>
      <w:i/>
      <w:iCs/>
      <w:color w:val="2D3842"/>
    </w:rPr>
  </w:style>
  <w:style w:type="character" w:customStyle="1" w:styleId="ZitatZchn">
    <w:name w:val="Zitat Zchn"/>
    <w:basedOn w:val="Absatz-Standardschriftart"/>
    <w:link w:val="Zitat"/>
    <w:uiPriority w:val="6"/>
    <w:rsid w:val="003D7F0E"/>
    <w:rPr>
      <w:i/>
      <w:iCs/>
      <w:color w:val="2D3842"/>
    </w:rPr>
  </w:style>
  <w:style w:type="paragraph" w:customStyle="1" w:styleId="Quellcode">
    <w:name w:val="Quellcode"/>
    <w:uiPriority w:val="5"/>
    <w:qFormat/>
    <w:rsid w:val="000077C5"/>
    <w:pPr>
      <w:pBdr>
        <w:top w:val="single" w:sz="8" w:space="5" w:color="F2F2F2" w:themeColor="background2" w:themeShade="F2"/>
        <w:left w:val="single" w:sz="8" w:space="5" w:color="F2F2F2" w:themeColor="background2" w:themeShade="F2"/>
        <w:bottom w:val="single" w:sz="8" w:space="5" w:color="F2F2F2" w:themeColor="background2" w:themeShade="F2"/>
        <w:right w:val="single" w:sz="8" w:space="5" w:color="F2F2F2" w:themeColor="background2" w:themeShade="F2"/>
      </w:pBdr>
      <w:shd w:val="clear" w:color="auto" w:fill="F2F2F2" w:themeFill="background2" w:themeFillShade="F2"/>
      <w:ind w:left="284" w:right="284"/>
      <w:contextualSpacing/>
    </w:pPr>
    <w:rPr>
      <w:rFonts w:ascii="Consolas" w:hAnsi="Consola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011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0114"/>
    <w:rPr>
      <w:rFonts w:ascii="Segoe UI" w:hAnsi="Segoe UI" w:cs="Segoe UI"/>
      <w:color w:val="100C2A" w:themeColor="text1"/>
      <w:sz w:val="18"/>
      <w:szCs w:val="18"/>
      <w:lang w:val="de-CH"/>
    </w:rPr>
  </w:style>
  <w:style w:type="numbering" w:customStyle="1" w:styleId="berschriftenGliederung">
    <w:name w:val="Überschriften Gliederung"/>
    <w:basedOn w:val="KeineListe"/>
    <w:uiPriority w:val="99"/>
    <w:rsid w:val="009F2B1B"/>
    <w:pPr>
      <w:numPr>
        <w:numId w:val="26"/>
      </w:numPr>
    </w:pPr>
  </w:style>
  <w:style w:type="paragraph" w:customStyle="1" w:styleId="Zwischenberschrift">
    <w:name w:val="Zwischenüberschrift"/>
    <w:basedOn w:val="Standard"/>
    <w:next w:val="Standard"/>
    <w:uiPriority w:val="1"/>
    <w:qFormat/>
    <w:rsid w:val="003779E4"/>
    <w:pPr>
      <w:keepNext/>
      <w:spacing w:before="400" w:line="240" w:lineRule="auto"/>
    </w:pPr>
    <w:rPr>
      <w:rFonts w:ascii="Segoe UI Semibold" w:hAnsi="Segoe UI Semibold"/>
    </w:rPr>
  </w:style>
  <w:style w:type="paragraph" w:customStyle="1" w:styleId="FormatvorlageDokumententitelAkzent1">
    <w:name w:val="Formatvorlage Dokumententitel + Akzent 1"/>
    <w:basedOn w:val="Dokumententitel"/>
    <w:uiPriority w:val="19"/>
    <w:semiHidden/>
    <w:unhideWhenUsed/>
    <w:rsid w:val="0043377F"/>
    <w:rPr>
      <w:bCs/>
      <w:color w:val="193773" w:themeColor="accent1"/>
    </w:rPr>
  </w:style>
  <w:style w:type="paragraph" w:customStyle="1" w:styleId="FormatvorlageDokumenttentitel2Akzent1">
    <w:name w:val="Formatvorlage Dokumenttentitel 2 + Akzent 1"/>
    <w:basedOn w:val="Standard"/>
    <w:uiPriority w:val="19"/>
    <w:semiHidden/>
    <w:unhideWhenUsed/>
    <w:rsid w:val="004C73D8"/>
    <w:pPr>
      <w:spacing w:after="800" w:line="240" w:lineRule="auto"/>
    </w:pPr>
    <w:rPr>
      <w:rFonts w:ascii="Arial" w:hAnsi="Arial" w:cs="Arial"/>
      <w:sz w:val="32"/>
      <w:szCs w:val="32"/>
      <w:lang w:val="de-CH"/>
    </w:rPr>
  </w:style>
  <w:style w:type="table" w:styleId="Gitternetztabelle4Akzent1">
    <w:name w:val="Grid Table 4 Accent 1"/>
    <w:basedOn w:val="NormaleTabelle"/>
    <w:uiPriority w:val="49"/>
    <w:rsid w:val="00056E2F"/>
    <w:pPr>
      <w:spacing w:before="60" w:after="60" w:line="240" w:lineRule="auto"/>
      <w:ind w:left="57" w:right="57"/>
    </w:pPr>
    <w:tblPr>
      <w:tblStyleRowBandSize w:val="1"/>
      <w:tblStyleColBandSize w:val="1"/>
      <w:tblBorders>
        <w:top w:val="single" w:sz="4" w:space="0" w:color="4878D7" w:themeColor="accent1" w:themeTint="99"/>
        <w:left w:val="single" w:sz="4" w:space="0" w:color="4878D7" w:themeColor="accent1" w:themeTint="99"/>
        <w:bottom w:val="single" w:sz="4" w:space="0" w:color="4878D7" w:themeColor="accent1" w:themeTint="99"/>
        <w:right w:val="single" w:sz="4" w:space="0" w:color="4878D7" w:themeColor="accent1" w:themeTint="99"/>
        <w:insideH w:val="single" w:sz="4" w:space="0" w:color="4878D7" w:themeColor="accent1" w:themeTint="99"/>
        <w:insideV w:val="single" w:sz="4" w:space="0" w:color="4878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3773" w:themeColor="accent1"/>
          <w:left w:val="single" w:sz="4" w:space="0" w:color="193773" w:themeColor="accent1"/>
          <w:bottom w:val="single" w:sz="4" w:space="0" w:color="193773" w:themeColor="accent1"/>
          <w:right w:val="single" w:sz="4" w:space="0" w:color="193773" w:themeColor="accent1"/>
          <w:insideH w:val="nil"/>
          <w:insideV w:val="nil"/>
        </w:tcBorders>
        <w:shd w:val="clear" w:color="auto" w:fill="193773" w:themeFill="accent1"/>
      </w:tcPr>
    </w:tblStylePr>
    <w:tblStylePr w:type="lastRow">
      <w:rPr>
        <w:b/>
        <w:bCs/>
      </w:rPr>
      <w:tblPr/>
      <w:tcPr>
        <w:tcBorders>
          <w:top w:val="double" w:sz="4" w:space="0" w:color="19377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2F1" w:themeFill="accent1" w:themeFillTint="33"/>
      </w:tcPr>
    </w:tblStylePr>
    <w:tblStylePr w:type="band1Horz">
      <w:tblPr/>
      <w:tcPr>
        <w:shd w:val="clear" w:color="auto" w:fill="C2D2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qFormat/>
    <w:rsid w:val="00056E2F"/>
    <w:rPr>
      <w:color w:val="C0AA81" w:themeColor="accent6"/>
      <w:u w:val="single"/>
    </w:rPr>
  </w:style>
  <w:style w:type="numbering" w:customStyle="1" w:styleId="Formatvorlage1">
    <w:name w:val="Formatvorlage1"/>
    <w:basedOn w:val="KeineListe"/>
    <w:uiPriority w:val="99"/>
    <w:rsid w:val="004D4128"/>
    <w:pPr>
      <w:numPr>
        <w:numId w:val="28"/>
      </w:numPr>
    </w:pPr>
  </w:style>
  <w:style w:type="paragraph" w:customStyle="1" w:styleId="berschrift1ungegliedert">
    <w:name w:val="Überschrift 1 ungegliedert"/>
    <w:basedOn w:val="berschrift1"/>
    <w:next w:val="Standard"/>
    <w:qFormat/>
    <w:rsid w:val="003779E4"/>
    <w:pPr>
      <w:pageBreakBefore w:val="0"/>
      <w:numPr>
        <w:numId w:val="0"/>
      </w:numPr>
      <w:textboxTightWrap w:val="allLines"/>
    </w:pPr>
    <w:rPr>
      <w:b w:val="0"/>
    </w:rPr>
  </w:style>
  <w:style w:type="paragraph" w:customStyle="1" w:styleId="berschrift2ungegliedert">
    <w:name w:val="Überschrift 2 ungegliedert"/>
    <w:basedOn w:val="berschrift2"/>
    <w:next w:val="Standard"/>
    <w:qFormat/>
    <w:rsid w:val="003779E4"/>
    <w:pPr>
      <w:numPr>
        <w:ilvl w:val="0"/>
        <w:numId w:val="0"/>
      </w:numPr>
    </w:pPr>
  </w:style>
  <w:style w:type="paragraph" w:customStyle="1" w:styleId="berschrift3ungegliedert">
    <w:name w:val="Überschrift 3 ungegliedert"/>
    <w:basedOn w:val="berschrift3"/>
    <w:next w:val="Standard"/>
    <w:qFormat/>
    <w:rsid w:val="003779E4"/>
    <w:pPr>
      <w:numPr>
        <w:ilvl w:val="0"/>
        <w:numId w:val="0"/>
      </w:numPr>
    </w:pPr>
  </w:style>
  <w:style w:type="paragraph" w:customStyle="1" w:styleId="berschrift4ungegliedert">
    <w:name w:val="Überschrift 4 ungegliedert"/>
    <w:basedOn w:val="berschrift4"/>
    <w:next w:val="Standard"/>
    <w:qFormat/>
    <w:rsid w:val="003779E4"/>
  </w:style>
  <w:style w:type="paragraph" w:styleId="Titel">
    <w:name w:val="Title"/>
    <w:basedOn w:val="Standard"/>
    <w:next w:val="Standard"/>
    <w:link w:val="TitelZchn"/>
    <w:qFormat/>
    <w:rsid w:val="0041293F"/>
    <w:pPr>
      <w:spacing w:before="8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60"/>
      <w:szCs w:val="56"/>
      <w14:textFill>
        <w14:gradFill>
          <w14:gsLst>
            <w14:gs w14:pos="0">
              <w14:srgbClr w14:val="FF4B4B"/>
            </w14:gs>
            <w14:gs w14:pos="100000">
              <w14:srgbClr w14:val="FF744F"/>
            </w14:gs>
          </w14:gsLst>
          <w14:lin w14:ang="18900000" w14:scaled="0"/>
        </w14:gradFill>
      </w14:textFill>
    </w:rPr>
  </w:style>
  <w:style w:type="character" w:customStyle="1" w:styleId="TitelZchn">
    <w:name w:val="Titel Zchn"/>
    <w:basedOn w:val="Absatz-Standardschriftart"/>
    <w:link w:val="Titel"/>
    <w:rsid w:val="0041293F"/>
    <w:rPr>
      <w:rFonts w:asciiTheme="majorHAnsi" w:eastAsiaTheme="majorEastAsia" w:hAnsiTheme="majorHAnsi" w:cstheme="majorBidi"/>
      <w:spacing w:val="-10"/>
      <w:kern w:val="28"/>
      <w:sz w:val="60"/>
      <w:szCs w:val="56"/>
      <w14:textFill>
        <w14:gradFill>
          <w14:gsLst>
            <w14:gs w14:pos="0">
              <w14:srgbClr w14:val="FF4B4B"/>
            </w14:gs>
            <w14:gs w14:pos="100000">
              <w14:srgbClr w14:val="FF744F"/>
            </w14:gs>
          </w14:gsLst>
          <w14:lin w14:ang="18900000" w14:scaled="0"/>
        </w14:gradFill>
      </w14:textFill>
    </w:rPr>
  </w:style>
  <w:style w:type="paragraph" w:customStyle="1" w:styleId="Infobox">
    <w:name w:val="Infobox"/>
    <w:basedOn w:val="Standard"/>
    <w:next w:val="Standard"/>
    <w:uiPriority w:val="5"/>
    <w:qFormat/>
    <w:rsid w:val="000077C5"/>
    <w:pPr>
      <w:pBdr>
        <w:top w:val="single" w:sz="8" w:space="5" w:color="C2D2F1" w:themeColor="accent1" w:themeTint="33"/>
        <w:left w:val="single" w:sz="8" w:space="5" w:color="C2D2F1" w:themeColor="accent1" w:themeTint="33"/>
        <w:bottom w:val="single" w:sz="8" w:space="5" w:color="C2D2F1" w:themeColor="accent1" w:themeTint="33"/>
        <w:right w:val="single" w:sz="8" w:space="5" w:color="C2D2F1" w:themeColor="accent1" w:themeTint="33"/>
      </w:pBdr>
      <w:shd w:val="clear" w:color="auto" w:fill="C2D2F1" w:themeFill="accent1" w:themeFillTint="33"/>
      <w:ind w:left="284" w:right="284"/>
    </w:pPr>
  </w:style>
  <w:style w:type="table" w:styleId="Gitternetztabelle4Akzent4">
    <w:name w:val="Grid Table 4 Accent 4"/>
    <w:basedOn w:val="NormaleTabelle"/>
    <w:uiPriority w:val="49"/>
    <w:locked/>
    <w:rsid w:val="00803505"/>
    <w:pPr>
      <w:spacing w:after="0" w:line="240" w:lineRule="auto"/>
    </w:pPr>
    <w:tblPr>
      <w:tblStyleRowBandSize w:val="1"/>
      <w:tblStyleColBandSize w:val="1"/>
      <w:tblBorders>
        <w:top w:val="single" w:sz="4" w:space="0" w:color="E1E1E1" w:themeColor="accent4" w:themeTint="99"/>
        <w:left w:val="single" w:sz="4" w:space="0" w:color="E1E1E1" w:themeColor="accent4" w:themeTint="99"/>
        <w:bottom w:val="single" w:sz="4" w:space="0" w:color="E1E1E1" w:themeColor="accent4" w:themeTint="99"/>
        <w:right w:val="single" w:sz="4" w:space="0" w:color="E1E1E1" w:themeColor="accent4" w:themeTint="99"/>
        <w:insideH w:val="single" w:sz="4" w:space="0" w:color="E1E1E1" w:themeColor="accent4" w:themeTint="99"/>
        <w:insideV w:val="single" w:sz="4" w:space="0" w:color="E1E1E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CDCD" w:themeColor="accent4"/>
          <w:left w:val="single" w:sz="4" w:space="0" w:color="CDCDCD" w:themeColor="accent4"/>
          <w:bottom w:val="single" w:sz="4" w:space="0" w:color="CDCDCD" w:themeColor="accent4"/>
          <w:right w:val="single" w:sz="4" w:space="0" w:color="CDCDCD" w:themeColor="accent4"/>
          <w:insideH w:val="nil"/>
          <w:insideV w:val="nil"/>
        </w:tcBorders>
        <w:shd w:val="clear" w:color="auto" w:fill="CDCDCD" w:themeFill="accent4"/>
      </w:tcPr>
    </w:tblStylePr>
    <w:tblStylePr w:type="lastRow">
      <w:rPr>
        <w:b/>
        <w:bCs/>
      </w:rPr>
      <w:tblPr/>
      <w:tcPr>
        <w:tcBorders>
          <w:top w:val="double" w:sz="4" w:space="0" w:color="CDCDC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5" w:themeFill="accent4" w:themeFillTint="33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styleId="Gitternetztabelle6farbigAkzent4">
    <w:name w:val="Grid Table 6 Colorful Accent 4"/>
    <w:basedOn w:val="NormaleTabelle"/>
    <w:uiPriority w:val="51"/>
    <w:locked/>
    <w:rsid w:val="00F0723F"/>
    <w:pPr>
      <w:spacing w:after="0" w:line="240" w:lineRule="auto"/>
    </w:pPr>
    <w:rPr>
      <w:color w:val="999999" w:themeColor="accent4" w:themeShade="BF"/>
    </w:rPr>
    <w:tblPr>
      <w:tblStyleRowBandSize w:val="1"/>
      <w:tblStyleColBandSize w:val="1"/>
      <w:tblBorders>
        <w:top w:val="single" w:sz="4" w:space="0" w:color="E1E1E1" w:themeColor="accent4" w:themeTint="99"/>
        <w:left w:val="single" w:sz="4" w:space="0" w:color="E1E1E1" w:themeColor="accent4" w:themeTint="99"/>
        <w:bottom w:val="single" w:sz="4" w:space="0" w:color="E1E1E1" w:themeColor="accent4" w:themeTint="99"/>
        <w:right w:val="single" w:sz="4" w:space="0" w:color="E1E1E1" w:themeColor="accent4" w:themeTint="99"/>
        <w:insideH w:val="single" w:sz="4" w:space="0" w:color="E1E1E1" w:themeColor="accent4" w:themeTint="99"/>
        <w:insideV w:val="single" w:sz="4" w:space="0" w:color="E1E1E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1E1E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1E1E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5" w:themeFill="accent4" w:themeFillTint="33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valanticTables">
    <w:name w:val="valantic Tables"/>
    <w:basedOn w:val="Listentabelle6farbigAkzent4"/>
    <w:uiPriority w:val="99"/>
    <w:rsid w:val="000077C5"/>
    <w:rPr>
      <w:color w:val="100C2A" w:themeColor="text1"/>
      <w:sz w:val="20"/>
      <w:szCs w:val="20"/>
      <w:lang w:eastAsia="de-DE"/>
    </w:rPr>
    <w:tblPr>
      <w:tblInd w:w="227" w:type="dxa"/>
      <w:tblBorders>
        <w:top w:val="none" w:sz="0" w:space="0" w:color="auto"/>
        <w:bottom w:val="none" w:sz="0" w:space="0" w:color="auto"/>
        <w:insideV w:val="single" w:sz="4" w:space="0" w:color="D9D9D9" w:themeColor="background1" w:themeShade="D9"/>
      </w:tblBorders>
      <w:tblCellMar>
        <w:top w:w="85" w:type="dxa"/>
        <w:bottom w:w="85" w:type="dxa"/>
      </w:tblCellMar>
    </w:tblPr>
    <w:tcPr>
      <w:vAlign w:val="center"/>
    </w:tcPr>
    <w:tblStylePr w:type="firstRow">
      <w:rPr>
        <w:rFonts w:asciiTheme="majorHAnsi" w:hAnsiTheme="majorHAnsi"/>
        <w:b w:val="0"/>
        <w:bCs/>
        <w:sz w:val="20"/>
      </w:rPr>
      <w:tblPr/>
      <w:tcPr>
        <w:tcBorders>
          <w:top w:val="nil"/>
          <w:left w:val="nil"/>
          <w:bottom w:val="single" w:sz="4" w:space="0" w:color="193773" w:themeColor="accent1"/>
          <w:right w:val="nil"/>
          <w:insideH w:val="single" w:sz="4" w:space="0" w:color="CDCDCD" w:themeColor="accent4"/>
          <w:insideV w:val="single" w:sz="4" w:space="0" w:color="CDCDCD" w:themeColor="accent4"/>
          <w:tl2br w:val="nil"/>
          <w:tr2bl w:val="nil"/>
        </w:tcBorders>
      </w:tcPr>
    </w:tblStylePr>
    <w:tblStylePr w:type="lastRow">
      <w:rPr>
        <w:rFonts w:ascii="Segoe UI Semibold" w:hAnsi="Segoe UI Semibold"/>
        <w:b w:val="0"/>
        <w:bCs/>
        <w:color w:val="193773" w:themeColor="accent1"/>
        <w:sz w:val="20"/>
      </w:rPr>
      <w:tblPr/>
      <w:tcPr>
        <w:tcBorders>
          <w:top w:val="double" w:sz="4" w:space="0" w:color="193773" w:themeColor="accent1"/>
          <w:left w:val="nil"/>
          <w:bottom w:val="nil"/>
          <w:insideH w:val="nil"/>
          <w:insideV w:val="nil"/>
        </w:tcBorders>
      </w:tcPr>
    </w:tblStylePr>
    <w:tblStylePr w:type="firstCol">
      <w:rPr>
        <w:rFonts w:asciiTheme="majorHAnsi" w:hAnsiTheme="majorHAnsi"/>
        <w:b w:val="0"/>
        <w:bCs/>
        <w:sz w:val="20"/>
      </w:rPr>
    </w:tblStylePr>
    <w:tblStylePr w:type="lastCol">
      <w:rPr>
        <w:rFonts w:ascii="Segoe UI Semibold" w:hAnsi="Segoe UI Semibold"/>
        <w:b w:val="0"/>
        <w:bCs/>
        <w:color w:val="193773" w:themeColor="accent1"/>
        <w:sz w:val="20"/>
      </w:rPr>
    </w:tblStylePr>
    <w:tblStylePr w:type="band1Vert">
      <w:tblPr/>
      <w:tcPr>
        <w:shd w:val="clear" w:color="auto" w:fill="F5F5F5" w:themeFill="accent4" w:themeFillTint="33"/>
      </w:tcPr>
    </w:tblStylePr>
    <w:tblStylePr w:type="band1Horz">
      <w:tblPr/>
      <w:tcPr>
        <w:shd w:val="clear" w:color="auto" w:fill="F5F5F5" w:themeFill="accent4" w:themeFillTint="33"/>
      </w:tcPr>
    </w:tblStylePr>
    <w:tblStylePr w:type="nwCell">
      <w:pPr>
        <w:jc w:val="left"/>
      </w:pPr>
      <w:tblPr/>
      <w:tcPr>
        <w:tcBorders>
          <w:right w:val="nil"/>
        </w:tcBorders>
        <w:vAlign w:val="center"/>
      </w:tcPr>
    </w:tblStylePr>
  </w:style>
  <w:style w:type="table" w:styleId="Listentabelle6farbigAkzent4">
    <w:name w:val="List Table 6 Colorful Accent 4"/>
    <w:basedOn w:val="NormaleTabelle"/>
    <w:uiPriority w:val="51"/>
    <w:locked/>
    <w:rsid w:val="003779E4"/>
    <w:pPr>
      <w:spacing w:after="0" w:line="240" w:lineRule="auto"/>
    </w:pPr>
    <w:rPr>
      <w:color w:val="999999" w:themeColor="accent4" w:themeShade="BF"/>
    </w:rPr>
    <w:tblPr>
      <w:tblStyleRowBandSize w:val="1"/>
      <w:tblStyleColBandSize w:val="1"/>
      <w:tblBorders>
        <w:top w:val="single" w:sz="4" w:space="0" w:color="CDCDCD" w:themeColor="accent4"/>
        <w:bottom w:val="single" w:sz="4" w:space="0" w:color="CDCDC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DCDC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DCDC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5" w:themeFill="accent4" w:themeFillTint="33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styleId="TabellemithellemGitternetz">
    <w:name w:val="Grid Table Light"/>
    <w:basedOn w:val="NormaleTabelle"/>
    <w:uiPriority w:val="40"/>
    <w:rsid w:val="003779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ylviaskarbek/Library/Group%20Containers/UBF8T346G9.Office/User%20Content.localized/Templates.localized/B_Allgemeine-Dokumentenvorlage_valantic_20230901.dotx" TargetMode="External"/></Relationships>
</file>

<file path=word/theme/theme1.xml><?xml version="1.0" encoding="utf-8"?>
<a:theme xmlns:a="http://schemas.openxmlformats.org/drawingml/2006/main" name="Office Theme">
  <a:themeElements>
    <a:clrScheme name="valantic 2023">
      <a:dk1>
        <a:srgbClr val="100C2A"/>
      </a:dk1>
      <a:lt1>
        <a:srgbClr val="FFFFFF"/>
      </a:lt1>
      <a:dk2>
        <a:srgbClr val="100C2A"/>
      </a:dk2>
      <a:lt2>
        <a:srgbClr val="FFFFFF"/>
      </a:lt2>
      <a:accent1>
        <a:srgbClr val="193773"/>
      </a:accent1>
      <a:accent2>
        <a:srgbClr val="3C4BC8"/>
      </a:accent2>
      <a:accent3>
        <a:srgbClr val="5B26B7"/>
      </a:accent3>
      <a:accent4>
        <a:srgbClr val="CDCDCD"/>
      </a:accent4>
      <a:accent5>
        <a:srgbClr val="A78DB6"/>
      </a:accent5>
      <a:accent6>
        <a:srgbClr val="C0AA81"/>
      </a:accent6>
      <a:hlink>
        <a:srgbClr val="8993DE"/>
      </a:hlink>
      <a:folHlink>
        <a:srgbClr val="999999"/>
      </a:folHlink>
    </a:clrScheme>
    <a:fontScheme name="valantic 2023 | Route B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4b5a4-e5e6-4c48-bc84-f8d4bd38765b">
      <Terms xmlns="http://schemas.microsoft.com/office/infopath/2007/PartnerControls"/>
    </lcf76f155ced4ddcb4097134ff3c332f>
    <TaxCatchAll xmlns="5b7f550d-db77-40d5-b48c-2cfb51353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7DA203ACCC049BE2D55B4A757AD1A" ma:contentTypeVersion="14" ma:contentTypeDescription="Ein neues Dokument erstellen." ma:contentTypeScope="" ma:versionID="ec6f1af4e45480ee3756f5df98d18741">
  <xsd:schema xmlns:xsd="http://www.w3.org/2001/XMLSchema" xmlns:xs="http://www.w3.org/2001/XMLSchema" xmlns:p="http://schemas.microsoft.com/office/2006/metadata/properties" xmlns:ns2="cfc4b5a4-e5e6-4c48-bc84-f8d4bd38765b" xmlns:ns3="5b7f550d-db77-40d5-b48c-2cfb5135324b" targetNamespace="http://schemas.microsoft.com/office/2006/metadata/properties" ma:root="true" ma:fieldsID="79afa6f795786a2d85434a5b7b763743" ns2:_="" ns3:_="">
    <xsd:import namespace="cfc4b5a4-e5e6-4c48-bc84-f8d4bd38765b"/>
    <xsd:import namespace="5b7f550d-db77-40d5-b48c-2cfb513532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b5a4-e5e6-4c48-bc84-f8d4bd3876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a276b801-fa4f-49a5-ac9f-048f90625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f550d-db77-40d5-b48c-2cfb513532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f2c0442-ef8e-4395-b8c0-4b972542ab5f}" ma:internalName="TaxCatchAll" ma:showField="CatchAllData" ma:web="5b7f550d-db77-40d5-b48c-2cfb513532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DCC1E-80F5-4356-B2E5-A0F1B995B6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F8C6D-73BE-4112-ABC6-3896F93352A0}">
  <ds:schemaRefs>
    <ds:schemaRef ds:uri="http://schemas.microsoft.com/office/2006/metadata/properties"/>
    <ds:schemaRef ds:uri="http://schemas.microsoft.com/office/infopath/2007/PartnerControls"/>
    <ds:schemaRef ds:uri="cfc4b5a4-e5e6-4c48-bc84-f8d4bd38765b"/>
    <ds:schemaRef ds:uri="5b7f550d-db77-40d5-b48c-2cfb5135324b"/>
  </ds:schemaRefs>
</ds:datastoreItem>
</file>

<file path=customXml/itemProps3.xml><?xml version="1.0" encoding="utf-8"?>
<ds:datastoreItem xmlns:ds="http://schemas.openxmlformats.org/officeDocument/2006/customXml" ds:itemID="{B539BFB4-8C2C-402B-9D36-68EAA06BCD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19B23-9225-4905-81E7-2DE3A6F28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c4b5a4-e5e6-4c48-bc84-f8d4bd38765b"/>
    <ds:schemaRef ds:uri="5b7f550d-db77-40d5-b48c-2cfb51353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B_Allgemeine-Dokumentenvorlage_valantic_20230901.dotx</Template>
  <TotalTime>0</TotalTime>
  <Pages>2</Pages>
  <Words>231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Konzeptvorlage</vt:lpstr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Konzeptvorlage</dc:title>
  <dc:subject/>
  <dc:creator>Sylvia Skarbek</dc:creator>
  <cp:keywords/>
  <dc:description/>
  <cp:lastModifiedBy>Sylvia Skarbek</cp:lastModifiedBy>
  <cp:revision>2</cp:revision>
  <dcterms:created xsi:type="dcterms:W3CDTF">2023-09-05T07:58:00Z</dcterms:created>
  <dcterms:modified xsi:type="dcterms:W3CDTF">2023-09-05T08:28:00Z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0x0101006617DA203ACCC049BE2D55B4A757AD1A</vt:lpwstr>
  </property>
</Properties>
</file>